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7E" w:rsidRPr="0063777E" w:rsidRDefault="0063777E" w:rsidP="0063777E">
      <w:pPr>
        <w:jc w:val="center"/>
        <w:rPr>
          <w:rFonts w:ascii="Verdana" w:hAnsi="Verdana" w:cs="Verdana"/>
          <w:b/>
          <w:color w:val="000000"/>
          <w:sz w:val="28"/>
          <w:szCs w:val="28"/>
        </w:rPr>
      </w:pPr>
      <w:bookmarkStart w:id="0" w:name="_GoBack"/>
      <w:bookmarkEnd w:id="0"/>
      <w:r w:rsidRPr="0063777E">
        <w:rPr>
          <w:rFonts w:ascii="Verdana" w:hAnsi="Verdana" w:cs="Verdana"/>
          <w:b/>
          <w:color w:val="000000"/>
          <w:sz w:val="28"/>
          <w:szCs w:val="28"/>
        </w:rPr>
        <w:t>INTESTAZIONE DELLA SCUOLA</w:t>
      </w:r>
    </w:p>
    <w:p w:rsidR="0063777E" w:rsidRDefault="0063777E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p w:rsidR="003E43B6" w:rsidRPr="001900BA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>SCHEDA DI PROGETTO</w:t>
      </w:r>
    </w:p>
    <w:p w:rsidR="002B0AB3" w:rsidRDefault="002B0AB3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 xml:space="preserve">AREE A RISCHIO </w:t>
      </w:r>
    </w:p>
    <w:p w:rsidR="0063777E" w:rsidRPr="001900BA" w:rsidRDefault="0063777E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0AB3" w:rsidRPr="001900BA" w:rsidTr="002B0AB3">
        <w:tc>
          <w:tcPr>
            <w:tcW w:w="9778" w:type="dxa"/>
          </w:tcPr>
          <w:p w:rsidR="002B0AB3" w:rsidRPr="001900BA" w:rsidRDefault="002B0AB3" w:rsidP="001900BA">
            <w:pPr>
              <w:spacing w:line="254" w:lineRule="auto"/>
              <w:ind w:left="360"/>
              <w:jc w:val="center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1900BA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>SCHEDA DI PROGETTO</w:t>
            </w:r>
          </w:p>
          <w:p w:rsidR="002B0AB3" w:rsidRPr="00BE5EB2" w:rsidRDefault="002B0AB3" w:rsidP="00BE5EB2">
            <w:pPr>
              <w:pStyle w:val="Paragrafoelenco"/>
              <w:numPr>
                <w:ilvl w:val="0"/>
                <w:numId w:val="31"/>
              </w:numPr>
              <w:spacing w:line="254" w:lineRule="auto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63777E">
              <w:rPr>
                <w:rFonts w:ascii="Verdana" w:hAnsi="Verdana" w:cs="Verdana"/>
                <w:b/>
                <w:color w:val="000000"/>
                <w:sz w:val="28"/>
                <w:szCs w:val="28"/>
                <w:u w:val="single"/>
              </w:rPr>
              <w:t>Tipologia A</w:t>
            </w:r>
            <w:r w:rsidRPr="00BE5EB2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 xml:space="preserve"> : PER LE AREE A RISCHIO</w:t>
            </w:r>
          </w:p>
          <w:p w:rsidR="002B0AB3" w:rsidRPr="00F2307E" w:rsidRDefault="002B0AB3" w:rsidP="00F2307E">
            <w:pPr>
              <w:spacing w:line="254" w:lineRule="auto"/>
              <w:ind w:left="720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</w:p>
        </w:tc>
      </w:tr>
    </w:tbl>
    <w:p w:rsidR="003E43B6" w:rsidRPr="0063777E" w:rsidRDefault="003E43B6" w:rsidP="002B0AB3">
      <w:pPr>
        <w:rPr>
          <w:b/>
          <w:sz w:val="24"/>
          <w:szCs w:val="24"/>
        </w:rPr>
      </w:pPr>
    </w:p>
    <w:p w:rsidR="003E43B6" w:rsidRPr="0063777E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4"/>
          <w:szCs w:val="24"/>
        </w:rPr>
      </w:pPr>
      <w:r w:rsidRPr="0063777E">
        <w:rPr>
          <w:rFonts w:ascii="Arial Narrow" w:hAnsi="Arial Narrow" w:cs="Arial Narrow"/>
          <w:sz w:val="24"/>
          <w:szCs w:val="24"/>
        </w:rPr>
        <w:t xml:space="preserve">   </w:t>
      </w:r>
      <w:r w:rsidRPr="0063777E">
        <w:rPr>
          <w:rFonts w:ascii="Verdana" w:hAnsi="Verdana" w:cs="Verdana"/>
          <w:b/>
          <w:color w:val="000000"/>
          <w:sz w:val="24"/>
          <w:szCs w:val="24"/>
        </w:rPr>
        <w:t>INFORMAZIONI GENERALI SULLA SCUOLA</w:t>
      </w:r>
    </w:p>
    <w:p w:rsidR="003E43B6" w:rsidRPr="0063777E" w:rsidRDefault="003E43B6" w:rsidP="00D85A84">
      <w:pPr>
        <w:jc w:val="center"/>
        <w:rPr>
          <w:b/>
          <w:sz w:val="24"/>
          <w:szCs w:val="24"/>
        </w:rPr>
      </w:pPr>
    </w:p>
    <w:tbl>
      <w:tblPr>
        <w:tblW w:w="98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07"/>
        <w:gridCol w:w="7045"/>
      </w:tblGrid>
      <w:tr w:rsidR="003E43B6" w:rsidRPr="0063777E" w:rsidTr="00471E69">
        <w:tc>
          <w:tcPr>
            <w:tcW w:w="0" w:type="auto"/>
            <w:gridSpan w:val="2"/>
          </w:tcPr>
          <w:p w:rsidR="003E43B6" w:rsidRPr="0063777E" w:rsidRDefault="003E43B6" w:rsidP="001900BA">
            <w:pPr>
              <w:spacing w:line="254" w:lineRule="auto"/>
              <w:ind w:left="360"/>
              <w:jc w:val="center"/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Dati Anagrafici della Scuola</w:t>
            </w:r>
          </w:p>
        </w:tc>
      </w:tr>
      <w:tr w:rsidR="00B77CBF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B77CBF" w:rsidRPr="0063777E" w:rsidRDefault="00B77CBF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Codice Scuola</w:t>
            </w:r>
          </w:p>
        </w:tc>
        <w:tc>
          <w:tcPr>
            <w:tcW w:w="0" w:type="auto"/>
          </w:tcPr>
          <w:p w:rsidR="00B77CBF" w:rsidRPr="0063777E" w:rsidRDefault="00B77CBF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B77CBF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Intitolazione</w:t>
            </w:r>
            <w:r w:rsidR="00B77CBF" w:rsidRPr="0063777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471E69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471E69" w:rsidRPr="0063777E" w:rsidRDefault="00471E69" w:rsidP="00471E69">
            <w:pPr>
              <w:pStyle w:val="Titolo9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La scuola presenta il progetto come Istituzione singola</w:t>
            </w:r>
          </w:p>
        </w:tc>
        <w:tc>
          <w:tcPr>
            <w:tcW w:w="0" w:type="auto"/>
          </w:tcPr>
          <w:p w:rsidR="00471E69" w:rsidRPr="0063777E" w:rsidRDefault="00471E69" w:rsidP="00471E69">
            <w:pPr>
              <w:pStyle w:val="Paragrafoelenco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 xml:space="preserve">La scuola presenta il progetto in rete </w:t>
            </w:r>
          </w:p>
          <w:p w:rsidR="00471E69" w:rsidRPr="0063777E" w:rsidRDefault="00471E69" w:rsidP="00471E69">
            <w:pPr>
              <w:pStyle w:val="Paragrafoelenco"/>
              <w:ind w:left="1080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Specificare la rete:________________________________________________</w:t>
            </w:r>
          </w:p>
          <w:p w:rsidR="0056421A" w:rsidRPr="0063777E" w:rsidRDefault="0056421A" w:rsidP="0056421A">
            <w:pPr>
              <w:pStyle w:val="Paragrafoelenco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La scuola dichiara di partecipare a una sola rete</w:t>
            </w: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Via: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Città, CAP e (Prov):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Telefono: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E-mail: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Indirizzo web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Dirigente Scolastico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</w:tbl>
    <w:p w:rsidR="0063777E" w:rsidRPr="0063777E" w:rsidRDefault="0063777E">
      <w:pPr>
        <w:rPr>
          <w:sz w:val="24"/>
          <w:szCs w:val="24"/>
        </w:rPr>
      </w:pPr>
      <w:r w:rsidRPr="0063777E">
        <w:rPr>
          <w:sz w:val="24"/>
          <w:szCs w:val="24"/>
        </w:rPr>
        <w:br w:type="page"/>
      </w:r>
    </w:p>
    <w:tbl>
      <w:tblPr>
        <w:tblW w:w="9852" w:type="dxa"/>
        <w:tblInd w:w="-102" w:type="dxa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915"/>
        <w:gridCol w:w="1616"/>
        <w:gridCol w:w="3768"/>
        <w:gridCol w:w="1521"/>
        <w:gridCol w:w="32"/>
      </w:tblGrid>
      <w:tr w:rsidR="001900BA" w:rsidTr="0063777E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69" w:rsidRPr="001900BA" w:rsidRDefault="001900BA" w:rsidP="00471E69">
            <w:pPr>
              <w:suppressAutoHyphens/>
              <w:overflowPunct/>
              <w:autoSpaceDE/>
              <w:autoSpaceDN/>
              <w:adjustRightInd/>
              <w:spacing w:line="254" w:lineRule="auto"/>
              <w:ind w:left="360" w:right="99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color w:val="FF0000"/>
              </w:rPr>
              <w:lastRenderedPageBreak/>
              <w:t>ATTENZIONE: LE COLONNE IN ROSSO SONO A CURA DELL’AMMINISTRAZIONE USR</w:t>
            </w:r>
          </w:p>
        </w:tc>
      </w:tr>
      <w:tr w:rsidR="009F45AA" w:rsidTr="00E86A2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auto"/>
            </w:tcBorders>
            <w:shd w:val="clear" w:color="auto" w:fill="auto"/>
            <w:vAlign w:val="center"/>
          </w:tcPr>
          <w:p w:rsidR="009F45AA" w:rsidRDefault="009F45A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Elementi di valutazione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9F45AA" w:rsidRDefault="009F45AA" w:rsidP="00374621">
            <w:pPr>
              <w:spacing w:line="254" w:lineRule="auto"/>
              <w:ind w:right="104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AA" w:rsidRPr="002B2984" w:rsidRDefault="009F45AA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b/>
                <w:color w:val="FF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</w:rPr>
              <w:t xml:space="preserve">Indicatori </w:t>
            </w:r>
          </w:p>
        </w:tc>
      </w:tr>
      <w:tr w:rsidR="004D7EEE" w:rsidTr="00E86A2A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D7EEE" w:rsidRPr="00092639" w:rsidRDefault="004D7EEE" w:rsidP="00644A96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644A96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  <w:p w:rsidR="004D7EEE" w:rsidRDefault="004D7EEE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VALUTAZIONE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DATI DI CONTESTO </w:t>
            </w:r>
          </w:p>
          <w:p w:rsidR="007E3C60" w:rsidRDefault="007E3C60" w:rsidP="007E3C60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3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  <w:p w:rsidR="007E3C60" w:rsidRPr="0063777E" w:rsidRDefault="007E3C60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</w:tcPr>
          <w:p w:rsidR="004D7EEE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471E69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4D7EEE" w:rsidRPr="007A7931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Analisi del contesto</w:t>
            </w:r>
          </w:p>
        </w:tc>
        <w:tc>
          <w:tcPr>
            <w:tcW w:w="5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7EEE" w:rsidRPr="00092639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T =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Numero totale alunni </w:t>
            </w:r>
            <w:r>
              <w:rPr>
                <w:rFonts w:ascii="Verdana" w:hAnsi="Verdana" w:cs="Verdana"/>
                <w:b/>
                <w:color w:val="000000"/>
              </w:rPr>
              <w:t xml:space="preserve">    % =   </w:t>
            </w:r>
            <w:r w:rsidR="009F45AA">
              <w:rPr>
                <w:rFonts w:ascii="Verdana" w:hAnsi="Verdana" w:cs="Verdana"/>
                <w:b/>
                <w:color w:val="000000"/>
              </w:rPr>
              <w:t>Tot</w:t>
            </w:r>
            <w:r>
              <w:rPr>
                <w:rFonts w:ascii="Verdana" w:hAnsi="Verdana" w:cs="Verdana"/>
                <w:b/>
                <w:color w:val="000000"/>
              </w:rPr>
              <w:t xml:space="preserve">/T         </w:t>
            </w:r>
          </w:p>
          <w:p w:rsidR="004D7EEE" w:rsidRDefault="004D7EEE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0D82557" wp14:editId="5F1D51F8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31115</wp:posOffset>
                      </wp:positionV>
                      <wp:extent cx="628650" cy="257175"/>
                      <wp:effectExtent l="0" t="0" r="19050" b="28575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125.65pt;margin-top:2.45pt;width:49.5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"/>
                  </w:pict>
                </mc:Fallback>
              </mc:AlternateContent>
            </w:r>
          </w:p>
          <w:p w:rsidR="004D7EEE" w:rsidRPr="00092639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t xml:space="preserve">   </w:t>
            </w:r>
          </w:p>
        </w:tc>
      </w:tr>
      <w:tr w:rsidR="009F45AA" w:rsidTr="00E86A2A">
        <w:trPr>
          <w:trHeight w:val="52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R =</w:t>
            </w:r>
            <w:r w:rsidRPr="00092639">
              <w:rPr>
                <w:rFonts w:ascii="Verdana" w:hAnsi="Verdana" w:cs="Verdana"/>
                <w:b/>
                <w:color w:val="000000"/>
              </w:rPr>
              <w:t>Numero alunni</w:t>
            </w:r>
            <w:r w:rsidRPr="00092639">
              <w:rPr>
                <w:b/>
              </w:rPr>
              <w:t xml:space="preserve"> </w:t>
            </w:r>
            <w:r w:rsidRPr="00092639">
              <w:rPr>
                <w:rFonts w:ascii="Verdana" w:hAnsi="Verdana" w:cs="Verdana"/>
                <w:b/>
                <w:color w:val="000000"/>
              </w:rPr>
              <w:t>ripetenti</w:t>
            </w:r>
          </w:p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2DE8F5C" wp14:editId="2F2E5DFE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2540</wp:posOffset>
                      </wp:positionV>
                      <wp:extent cx="628650" cy="257175"/>
                      <wp:effectExtent l="0" t="0" r="19050" b="28575"/>
                      <wp:wrapNone/>
                      <wp:docPr id="5" name="Rettango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5" o:spid="_x0000_s1026" style="position:absolute;margin-left:120.8pt;margin-top:.2pt;width:49.5pt;height:20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"/>
                  </w:pict>
                </mc:Fallback>
              </mc:AlternateConten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9F45AA" w:rsidTr="00E86A2A">
        <w:trPr>
          <w:trHeight w:val="570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AA" w:rsidRDefault="009F45AA" w:rsidP="004D7EEE">
            <w:pPr>
              <w:spacing w:line="254" w:lineRule="auto"/>
              <w:ind w:left="360"/>
              <w:jc w:val="right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0D89B24" wp14:editId="30C47198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167005</wp:posOffset>
                      </wp:positionV>
                      <wp:extent cx="628650" cy="257175"/>
                      <wp:effectExtent l="0" t="0" r="19050" b="28575"/>
                      <wp:wrapNone/>
                      <wp:docPr id="6" name="Rettango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6" o:spid="_x0000_s1026" style="position:absolute;margin-left:122.05pt;margin-top:13.15pt;width:49.5pt;height:20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Verdana" w:hAnsi="Verdana" w:cs="Verdana"/>
                <w:b/>
                <w:color w:val="000000"/>
              </w:rPr>
              <w:t xml:space="preserve">DR=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Numero alunni  </w:t>
            </w:r>
            <w:proofErr w:type="spellStart"/>
            <w:r w:rsidRPr="00092639">
              <w:rPr>
                <w:rFonts w:ascii="Verdana" w:hAnsi="Verdana" w:cs="Verdana"/>
                <w:b/>
                <w:color w:val="000000"/>
              </w:rPr>
              <w:t>drop</w:t>
            </w:r>
            <w:proofErr w:type="spellEnd"/>
            <w:r w:rsidRPr="00092639">
              <w:rPr>
                <w:rFonts w:ascii="Verdana" w:hAnsi="Verdana" w:cs="Verdana"/>
                <w:b/>
                <w:color w:val="000000"/>
              </w:rPr>
              <w:t xml:space="preserve"> out o a rischio </w:t>
            </w:r>
          </w:p>
          <w:p w:rsidR="009F45AA" w:rsidRDefault="009F45AA" w:rsidP="0063777E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>dispersio</w:t>
            </w:r>
            <w:r>
              <w:rPr>
                <w:rFonts w:ascii="Verdana" w:hAnsi="Verdana" w:cs="Verdana"/>
                <w:b/>
                <w:color w:val="000000"/>
              </w:rPr>
              <w:t>ne</w: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9F45AA" w:rsidTr="00E86A2A">
        <w:trPr>
          <w:trHeight w:val="46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I =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Numero alunni con frequenza </w:t>
            </w:r>
            <w:r w:rsidRPr="003D70D9">
              <w:rPr>
                <w:rFonts w:ascii="Verdana" w:hAnsi="Verdana" w:cs="Verdana"/>
                <w:b/>
                <w:color w:val="000000"/>
              </w:rPr>
              <w:t>irregolare</w:t>
            </w:r>
          </w:p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B46B2ED" wp14:editId="624B1EB7">
                      <wp:simplePos x="0" y="0"/>
                      <wp:positionH relativeFrom="column">
                        <wp:posOffset>1572260</wp:posOffset>
                      </wp:positionH>
                      <wp:positionV relativeFrom="paragraph">
                        <wp:posOffset>-635</wp:posOffset>
                      </wp:positionV>
                      <wp:extent cx="628650" cy="257175"/>
                      <wp:effectExtent l="0" t="0" r="19050" b="28575"/>
                      <wp:wrapNone/>
                      <wp:docPr id="7" name="Rettango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7" o:spid="_x0000_s1026" style="position:absolute;margin-left:123.8pt;margin-top:-.05pt;width:49.5pt;height:20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"/>
                  </w:pict>
                </mc:Fallback>
              </mc:AlternateConten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9F45AA" w:rsidTr="00E86A2A">
        <w:trPr>
          <w:trHeight w:val="2010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D= Numero </w:t>
            </w:r>
            <w:r w:rsidRPr="00092639">
              <w:rPr>
                <w:rFonts w:ascii="Verdana" w:hAnsi="Verdana" w:cs="Verdana"/>
                <w:b/>
                <w:color w:val="000000"/>
              </w:rPr>
              <w:t>alunni  in situazione di disagio</w:t>
            </w:r>
          </w:p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(</w:t>
            </w:r>
            <w:r w:rsidRPr="00092639">
              <w:rPr>
                <w:rFonts w:ascii="Verdana" w:hAnsi="Verdana" w:cs="Verdana"/>
                <w:color w:val="000000"/>
              </w:rPr>
              <w:t>affidati ai servizi sociali</w:t>
            </w:r>
            <w:r>
              <w:rPr>
                <w:rFonts w:ascii="Verdana" w:hAnsi="Verdana" w:cs="Verdana"/>
                <w:color w:val="000000"/>
              </w:rPr>
              <w:t>,    inseriti in comunità ,</w:t>
            </w:r>
            <w:r w:rsidRPr="00092639">
              <w:rPr>
                <w:rFonts w:ascii="Verdana" w:hAnsi="Verdana" w:cs="Verdana"/>
                <w:color w:val="000000"/>
              </w:rPr>
              <w:t>coinvol</w:t>
            </w:r>
            <w:r>
              <w:rPr>
                <w:rFonts w:ascii="Verdana" w:hAnsi="Verdana" w:cs="Verdana"/>
                <w:color w:val="000000"/>
              </w:rPr>
              <w:t xml:space="preserve">ti in procedimenti giudiziari, </w:t>
            </w:r>
            <w:r w:rsidRPr="00092639">
              <w:rPr>
                <w:rFonts w:ascii="Verdana" w:hAnsi="Verdana" w:cs="Verdana"/>
                <w:color w:val="000000"/>
              </w:rPr>
              <w:t>con denunce agli organ</w:t>
            </w:r>
            <w:r>
              <w:rPr>
                <w:rFonts w:ascii="Verdana" w:hAnsi="Verdana" w:cs="Verdana"/>
                <w:color w:val="000000"/>
              </w:rPr>
              <w:t xml:space="preserve">i giudiziari per furti e altri </w:t>
            </w:r>
            <w:r w:rsidRPr="00092639">
              <w:rPr>
                <w:rFonts w:ascii="Verdana" w:hAnsi="Verdana" w:cs="Verdana"/>
                <w:color w:val="000000"/>
              </w:rPr>
              <w:t>atti illeciti</w:t>
            </w:r>
            <w:r>
              <w:rPr>
                <w:rFonts w:ascii="Verdana" w:hAnsi="Verdana" w:cs="Verdana"/>
                <w:color w:val="000000"/>
              </w:rPr>
              <w:t>)</w:t>
            </w:r>
          </w:p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6E62C9E" wp14:editId="774A96F1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54610</wp:posOffset>
                      </wp:positionV>
                      <wp:extent cx="628650" cy="257175"/>
                      <wp:effectExtent l="0" t="0" r="19050" b="28575"/>
                      <wp:wrapNone/>
                      <wp:docPr id="8" name="Rettango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8" o:spid="_x0000_s1026" style="position:absolute;margin-left:123.2pt;margin-top:4.3pt;width:49.5pt;height:2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"/>
                  </w:pict>
                </mc:Fallback>
              </mc:AlternateConten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9F45AA" w:rsidTr="00E86A2A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DA = </w:t>
            </w:r>
            <w:r w:rsidRPr="003D70D9">
              <w:rPr>
                <w:rFonts w:ascii="Verdana" w:hAnsi="Verdana" w:cs="Verdana"/>
                <w:b/>
                <w:color w:val="000000"/>
              </w:rPr>
              <w:t>Numero alunni disabili</w:t>
            </w:r>
          </w:p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38D8AF9" wp14:editId="681929D4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31115</wp:posOffset>
                      </wp:positionV>
                      <wp:extent cx="628650" cy="257175"/>
                      <wp:effectExtent l="0" t="0" r="19050" b="28575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9" o:spid="_x0000_s1026" style="position:absolute;margin-left:123.55pt;margin-top:2.45pt;width:49.5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"/>
                  </w:pict>
                </mc:Fallback>
              </mc:AlternateConten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9F45AA" w:rsidTr="00E86A2A">
        <w:trPr>
          <w:trHeight w:val="690"/>
        </w:trPr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45AA" w:rsidRDefault="009F45AA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VALUTAZIONE PARTECIPAZIONE E RICADUTA DEL PROGETTO</w:t>
            </w:r>
          </w:p>
          <w:p w:rsidR="007E3C60" w:rsidRDefault="007E3C60" w:rsidP="007E3C60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1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  <w:p w:rsidR="007E3C60" w:rsidRPr="00092639" w:rsidRDefault="007E3C60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8668CC6" wp14:editId="01334AD8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184150</wp:posOffset>
                      </wp:positionV>
                      <wp:extent cx="628650" cy="257175"/>
                      <wp:effectExtent l="0" t="0" r="19050" b="28575"/>
                      <wp:wrapNone/>
                      <wp:docPr id="10" name="Rettango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0" o:spid="_x0000_s1026" style="position:absolute;margin-left:122.9pt;margin-top:14.5pt;width:49.5pt;height:20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Verdana" w:hAnsi="Verdana" w:cs="Verdana"/>
                <w:b/>
                <w:color w:val="000000"/>
              </w:rPr>
              <w:t xml:space="preserve">P = </w:t>
            </w:r>
            <w:r w:rsidRPr="003D70D9">
              <w:rPr>
                <w:rFonts w:ascii="Verdana" w:hAnsi="Verdana" w:cs="Verdana"/>
                <w:b/>
                <w:color w:val="000000"/>
              </w:rPr>
              <w:t xml:space="preserve">Numero alunni con patologie </w:t>
            </w:r>
            <w:r w:rsidRPr="0097546A">
              <w:rPr>
                <w:rFonts w:ascii="Verdana" w:hAnsi="Verdana" w:cs="Verdana"/>
                <w:b/>
                <w:color w:val="000000"/>
              </w:rPr>
              <w:t>croniche</w: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6A2A" w:rsidTr="00E86A2A">
        <w:trPr>
          <w:trHeight w:val="690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Pr="002F5E3D" w:rsidRDefault="00E86A2A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left w:val="single" w:sz="4" w:space="0" w:color="000000"/>
              <w:right w:val="single" w:sz="4" w:space="0" w:color="000000"/>
            </w:tcBorders>
          </w:tcPr>
          <w:p w:rsidR="00E86A2A" w:rsidRPr="00092639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</w:rPr>
              <w:t xml:space="preserve">Tot = </w:t>
            </w:r>
            <w:r w:rsidRPr="004D7EEE">
              <w:rPr>
                <w:rFonts w:ascii="Verdana" w:hAnsi="Verdana" w:cs="Verdana"/>
                <w:b/>
                <w:noProof/>
                <w:color w:val="000000"/>
              </w:rPr>
              <w:t xml:space="preserve">TOTALE NUMERO ALUNNI = R + DR + I + D + DA + P = </w:t>
            </w:r>
          </w:p>
        </w:tc>
      </w:tr>
      <w:tr w:rsidR="00E86A2A" w:rsidTr="00E86A2A">
        <w:trPr>
          <w:trHeight w:val="3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Pr="002F5E3D" w:rsidRDefault="00E86A2A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left w:val="single" w:sz="4" w:space="0" w:color="000000"/>
              <w:right w:val="single" w:sz="4" w:space="0" w:color="000000"/>
            </w:tcBorders>
          </w:tcPr>
          <w:p w:rsidR="00E86A2A" w:rsidRPr="00092639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7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86A2A" w:rsidRPr="009F45A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noProof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</w:rPr>
              <w:t xml:space="preserve">P = 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 xml:space="preserve">PUNTEGGIO = 30*%= </w:t>
            </w:r>
          </w:p>
        </w:tc>
        <w:tc>
          <w:tcPr>
            <w:tcW w:w="15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</w:rPr>
              <w:t>=______/30</w:t>
            </w:r>
          </w:p>
        </w:tc>
      </w:tr>
      <w:tr w:rsidR="00E86A2A" w:rsidTr="00E86A2A">
        <w:trPr>
          <w:trHeight w:val="3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Pr="002F5E3D" w:rsidRDefault="00E86A2A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left w:val="single" w:sz="4" w:space="0" w:color="000000"/>
              <w:right w:val="single" w:sz="4" w:space="0" w:color="000000"/>
            </w:tcBorders>
          </w:tcPr>
          <w:p w:rsidR="00E86A2A" w:rsidRPr="00092639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86A2A" w:rsidRPr="009F45A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noProof/>
                <w:color w:val="000000"/>
              </w:rPr>
            </w:pPr>
          </w:p>
        </w:tc>
        <w:tc>
          <w:tcPr>
            <w:tcW w:w="1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6A2A" w:rsidTr="00E86A2A">
        <w:trPr>
          <w:trHeight w:val="3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Pr="002F5E3D" w:rsidRDefault="00E86A2A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left w:val="single" w:sz="4" w:space="0" w:color="000000"/>
              <w:right w:val="single" w:sz="4" w:space="0" w:color="000000"/>
            </w:tcBorders>
          </w:tcPr>
          <w:p w:rsidR="00E86A2A" w:rsidRPr="00092639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7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6A2A" w:rsidRPr="009F45A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6A2A" w:rsidTr="00E86A2A">
        <w:trPr>
          <w:trHeight w:val="136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E86A2A" w:rsidRPr="007A7931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Destinatari del progetto</w:t>
            </w:r>
          </w:p>
        </w:tc>
        <w:tc>
          <w:tcPr>
            <w:tcW w:w="52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86A2A" w:rsidRDefault="00E86A2A" w:rsidP="003106B0">
            <w:pPr>
              <w:spacing w:line="254" w:lineRule="auto"/>
              <w:ind w:right="775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 C= </w:t>
            </w:r>
            <w:r w:rsidRPr="007A7931">
              <w:rPr>
                <w:rFonts w:ascii="Verdana" w:hAnsi="Verdana" w:cs="Verdana"/>
                <w:b/>
                <w:color w:val="000000"/>
              </w:rPr>
              <w:t>N. alunni coinvolti nel progetto</w:t>
            </w:r>
          </w:p>
          <w:p w:rsidR="00E86A2A" w:rsidRPr="007A7931" w:rsidRDefault="00E86A2A" w:rsidP="00374621">
            <w:pPr>
              <w:spacing w:line="254" w:lineRule="auto"/>
              <w:ind w:left="360" w:right="775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7CAFBD0" wp14:editId="312B2F02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43180</wp:posOffset>
                      </wp:positionV>
                      <wp:extent cx="628650" cy="257175"/>
                      <wp:effectExtent l="0" t="0" r="19050" b="28575"/>
                      <wp:wrapNone/>
                      <wp:docPr id="11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1" o:spid="_x0000_s1026" style="position:absolute;margin-left:124.2pt;margin-top:3.4pt;width:49.5pt;height:20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"/>
                  </w:pict>
                </mc:Fallback>
              </mc:AlternateContent>
            </w:r>
          </w:p>
          <w:p w:rsidR="00E86A2A" w:rsidRPr="003106B0" w:rsidRDefault="00E86A2A" w:rsidP="003106B0">
            <w:pPr>
              <w:widowControl/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 </w:t>
            </w:r>
          </w:p>
          <w:p w:rsidR="00E86A2A" w:rsidRDefault="00E86A2A" w:rsidP="003106B0">
            <w:pPr>
              <w:rPr>
                <w:rFonts w:ascii="Verdana" w:hAnsi="Verdana" w:cs="Verdana"/>
              </w:rPr>
            </w:pPr>
          </w:p>
          <w:p w:rsidR="00E86A2A" w:rsidRPr="003106B0" w:rsidRDefault="00E86A2A" w:rsidP="003106B0">
            <w:pPr>
              <w:rPr>
                <w:rFonts w:ascii="Verdana" w:hAnsi="Verdana" w:cs="Verdana"/>
                <w:b/>
                <w:sz w:val="24"/>
                <w:szCs w:val="24"/>
              </w:rPr>
            </w:pPr>
            <w:r w:rsidRPr="003106B0">
              <w:rPr>
                <w:rFonts w:ascii="Verdana" w:hAnsi="Verdana" w:cs="Verdana"/>
                <w:b/>
                <w:sz w:val="24"/>
                <w:szCs w:val="24"/>
              </w:rPr>
              <w:t>%</w:t>
            </w:r>
            <w:r>
              <w:rPr>
                <w:rFonts w:ascii="Verdana" w:hAnsi="Verdana" w:cs="Verdana"/>
                <w:b/>
                <w:sz w:val="24"/>
                <w:szCs w:val="24"/>
                <w:vertAlign w:val="subscript"/>
              </w:rPr>
              <w:t>A</w:t>
            </w:r>
            <w:r w:rsidRPr="003106B0">
              <w:rPr>
                <w:rFonts w:ascii="Verdana" w:hAnsi="Verdana" w:cs="Verdana"/>
                <w:b/>
                <w:sz w:val="24"/>
                <w:szCs w:val="24"/>
              </w:rPr>
              <w:t xml:space="preserve"> = C/T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86A2A" w:rsidRDefault="00E86A2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6A2A" w:rsidTr="00790C21">
        <w:trPr>
          <w:trHeight w:val="48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2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widowControl/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6A2A" w:rsidTr="00E86A2A">
        <w:trPr>
          <w:trHeight w:val="1456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widowControl/>
              <w:spacing w:line="254" w:lineRule="auto"/>
              <w:rPr>
                <w:rFonts w:ascii="Verdana" w:hAnsi="Verdana" w:cs="Verdana"/>
                <w:noProof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</w:rPr>
              <w:t>P</w:t>
            </w:r>
            <w:r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 =</w:t>
            </w:r>
            <w:r>
              <w:rPr>
                <w:rFonts w:ascii="Verdana" w:hAnsi="Verdana" w:cs="Verdana"/>
                <w:b/>
                <w:noProof/>
                <w:color w:val="000000"/>
              </w:rPr>
              <w:t xml:space="preserve"> 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>PUNTEGGIO</w:t>
            </w:r>
            <w:r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 xml:space="preserve"> </w:t>
            </w:r>
            <w:r w:rsidRPr="00466C62">
              <w:rPr>
                <w:rFonts w:ascii="Verdana" w:hAnsi="Verdana" w:cs="Verdana"/>
                <w:b/>
                <w:noProof/>
                <w:color w:val="000000"/>
              </w:rPr>
              <w:t>= 10*%</w:t>
            </w:r>
            <w:r w:rsidRPr="00466C62"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</w:t>
            </w:r>
            <w:r w:rsidRPr="00466C62">
              <w:rPr>
                <w:rFonts w:ascii="Verdana" w:hAnsi="Verdana" w:cs="Verdana"/>
                <w:b/>
                <w:noProof/>
                <w:color w:val="000000"/>
              </w:rPr>
              <w:t>=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w:t>= ______/</w:t>
            </w:r>
            <w:r w:rsidRPr="003106B0">
              <w:rPr>
                <w:rFonts w:ascii="Verdana" w:hAnsi="Verdana" w:cs="Verdana"/>
                <w:b/>
                <w:noProof/>
                <w:color w:val="000000"/>
              </w:rPr>
              <w:t>10</w:t>
            </w:r>
          </w:p>
        </w:tc>
      </w:tr>
      <w:tr w:rsidR="00E86A2A" w:rsidTr="00E86A2A">
        <w:trPr>
          <w:trHeight w:val="1484"/>
        </w:trPr>
        <w:tc>
          <w:tcPr>
            <w:tcW w:w="8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A2A" w:rsidRPr="003106B0" w:rsidRDefault="00E86A2A" w:rsidP="003106B0">
            <w:pPr>
              <w:widowControl/>
              <w:spacing w:line="254" w:lineRule="auto"/>
              <w:jc w:val="center"/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  <w:vertAlign w:val="subscript"/>
              </w:rPr>
            </w:pPr>
            <w:r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</w:rPr>
              <w:t>TOTALE P</w:t>
            </w:r>
            <w:r w:rsidRPr="003106B0"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</w:rPr>
              <w:t>UNTEGGIO= P + P</w:t>
            </w:r>
            <w:r w:rsidRPr="003106B0"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 w:rsidRPr="003106B0">
              <w:rPr>
                <w:rFonts w:ascii="Verdana" w:hAnsi="Verdana" w:cs="Verdana"/>
                <w:b/>
                <w:noProof/>
                <w:color w:val="000000"/>
                <w:sz w:val="24"/>
                <w:szCs w:val="24"/>
              </w:rPr>
              <w:t>= ____/40</w:t>
            </w:r>
          </w:p>
        </w:tc>
      </w:tr>
    </w:tbl>
    <w:p w:rsidR="00644A96" w:rsidRDefault="00644A96" w:rsidP="0063777E">
      <w:pPr>
        <w:tabs>
          <w:tab w:val="left" w:pos="7725"/>
        </w:tabs>
      </w:pPr>
    </w:p>
    <w:p w:rsidR="0063777E" w:rsidRDefault="0063777E" w:rsidP="001900BA"/>
    <w:p w:rsidR="0063777E" w:rsidRDefault="0063777E" w:rsidP="001900BA"/>
    <w:p w:rsidR="00B77CBF" w:rsidRDefault="00B77CBF" w:rsidP="001900BA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6"/>
        <w:gridCol w:w="3180"/>
        <w:gridCol w:w="3314"/>
        <w:gridCol w:w="704"/>
        <w:gridCol w:w="701"/>
      </w:tblGrid>
      <w:tr w:rsidR="001900BA" w:rsidTr="00127604">
        <w:tc>
          <w:tcPr>
            <w:tcW w:w="11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Barrare la casella interessata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FF0000"/>
              </w:rPr>
            </w:pP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PESO 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>Punti</w:t>
            </w:r>
          </w:p>
        </w:tc>
      </w:tr>
      <w:tr w:rsidR="001900BA" w:rsidTr="00127604">
        <w:trPr>
          <w:trHeight w:val="543"/>
        </w:trPr>
        <w:tc>
          <w:tcPr>
            <w:tcW w:w="1115" w:type="pct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7E2095">
              <w:rPr>
                <w:rFonts w:ascii="Verdana" w:hAnsi="Verdana" w:cs="Verdana"/>
                <w:b/>
                <w:color w:val="000000"/>
              </w:rPr>
              <w:t>TIPOLOGIA DI INTERVENTO E COERENZA CON I BISOGNI FORMATIVI ESPRESSI DALL’UTENZA</w:t>
            </w:r>
          </w:p>
          <w:p w:rsidR="001900BA" w:rsidRPr="0063777E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25 punti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Pr="003F1A0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3F1A04">
              <w:rPr>
                <w:rFonts w:ascii="Verdana" w:hAnsi="Verdana" w:cs="Verdana"/>
                <w:b/>
                <w:color w:val="000000"/>
              </w:rPr>
              <w:t xml:space="preserve">Tipologie di interventi 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recupero potenziamento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15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sviluppo dell’offerta formativa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52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B77CBF" w:rsidRDefault="001900BA" w:rsidP="00B77CBF">
            <w:pPr>
              <w:pStyle w:val="Paragrafoelenco"/>
              <w:numPr>
                <w:ilvl w:val="0"/>
                <w:numId w:val="29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attività laboratoriali (didattica attiva)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apprendimento in gruppi cooperativi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( piccoli gruppi</w:t>
            </w:r>
            <w:r>
              <w:t xml:space="preserve"> </w:t>
            </w:r>
            <w:r w:rsidRPr="001900BA">
              <w:rPr>
                <w:rFonts w:ascii="Verdana" w:hAnsi="Verdana" w:cs="Verdana"/>
                <w:b/>
                <w:color w:val="000000"/>
              </w:rPr>
              <w:t>da 1 a 10 )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10 alunni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27604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15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piani didattici personalizzati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27604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30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altro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342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Le attività previste per gli studenti sono svolte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curricolare        SI/NO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593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Pr="007E2095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extracurricolare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767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Sono previsti corsi di formazione</w:t>
            </w: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docenti e/o personale della scuola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 xml:space="preserve"> </w:t>
            </w:r>
          </w:p>
          <w:p w:rsidR="001900BA" w:rsidRP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41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genitori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214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 xml:space="preserve">In progetto rientra in attività di 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after="110" w:line="244" w:lineRule="auto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Continuità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63777E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108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Orientamento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63777E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27604" w:rsidTr="00127604">
        <w:trPr>
          <w:trHeight w:val="817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604" w:rsidRPr="005E7674" w:rsidRDefault="00127604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27604" w:rsidRPr="005E7674" w:rsidRDefault="00127604" w:rsidP="00374621">
            <w:pPr>
              <w:spacing w:line="254" w:lineRule="auto"/>
              <w:ind w:right="43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CAPACITA’</w:t>
            </w:r>
            <w:r w:rsidRPr="005E7674">
              <w:rPr>
                <w:rFonts w:ascii="Verdana" w:hAnsi="Verdana" w:cs="Verdana"/>
                <w:color w:val="000000"/>
              </w:rPr>
              <w:t xml:space="preserve"> </w:t>
            </w:r>
            <w:r w:rsidRPr="005E7674">
              <w:rPr>
                <w:rFonts w:ascii="Verdana" w:hAnsi="Verdana" w:cs="Verdana"/>
                <w:b/>
                <w:color w:val="000000"/>
              </w:rPr>
              <w:t>DELL’ISTITUTO DI CONSORZIARSI IN RETI E PATTI TERRITORIALI CON LE ALTRE AGENZIE EDUCATIVE</w:t>
            </w:r>
          </w:p>
          <w:p w:rsidR="00127604" w:rsidRPr="0063777E" w:rsidRDefault="0042114C" w:rsidP="0063777E">
            <w:pPr>
              <w:spacing w:line="235" w:lineRule="auto"/>
              <w:ind w:left="360" w:right="174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10</w:t>
            </w:r>
            <w:r w:rsidR="00127604"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punti</w:t>
            </w:r>
          </w:p>
          <w:p w:rsidR="00127604" w:rsidRDefault="00127604" w:rsidP="00374621">
            <w:pPr>
              <w:spacing w:line="254" w:lineRule="auto"/>
              <w:ind w:left="108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14C" w:rsidRPr="00A45FED" w:rsidRDefault="0042114C" w:rsidP="00E86A2A">
            <w:pPr>
              <w:spacing w:line="254" w:lineRule="auto"/>
              <w:jc w:val="center"/>
              <w:rPr>
                <w:rFonts w:ascii="Verdana" w:hAnsi="Verdana" w:cs="Verdana"/>
                <w:b/>
                <w:color w:val="FF0000"/>
              </w:rPr>
            </w:pPr>
            <w:r w:rsidRPr="00A45FED">
              <w:rPr>
                <w:rFonts w:ascii="Verdana" w:hAnsi="Verdana" w:cs="Verdana"/>
                <w:b/>
                <w:color w:val="FF0000"/>
              </w:rPr>
              <w:t>Attenzione : DA COMPILARE SOLO SE LA SCUOLA è CAPOFILA DI RETE</w:t>
            </w:r>
          </w:p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27604" w:rsidRPr="005E7674" w:rsidRDefault="00127604" w:rsidP="0042114C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Le azioni rientrano in Accordi di rete/Convenzioni/Protocolli formalizzati</w:t>
            </w:r>
          </w:p>
        </w:tc>
        <w:tc>
          <w:tcPr>
            <w:tcW w:w="23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604" w:rsidRPr="00047A82" w:rsidRDefault="00127604" w:rsidP="00127604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>Numero di scuole appartenenti alla rete</w:t>
            </w:r>
          </w:p>
          <w:p w:rsidR="00127604" w:rsidRPr="001900BA" w:rsidRDefault="00127604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  <w:p w:rsidR="00127604" w:rsidRPr="001900BA" w:rsidRDefault="00127604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b/>
              </w:rPr>
              <w:t xml:space="preserve"> </w:t>
            </w:r>
          </w:p>
        </w:tc>
      </w:tr>
      <w:tr w:rsidR="001900BA" w:rsidTr="00127604">
        <w:trPr>
          <w:trHeight w:val="670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Fino a 3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  <w:p w:rsidR="001900BA" w:rsidRPr="001900BA" w:rsidRDefault="00127604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4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405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27604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Da </w:t>
            </w:r>
            <w:r w:rsidR="001900BA" w:rsidRPr="001900BA">
              <w:rPr>
                <w:rFonts w:ascii="Verdana" w:hAnsi="Verdana" w:cs="Verdana"/>
                <w:b/>
                <w:color w:val="000000"/>
              </w:rPr>
              <w:t>4 a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42114C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426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63777E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42114C" w:rsidP="0063777E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27604" w:rsidTr="00127604">
        <w:trPr>
          <w:trHeight w:val="292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</w:p>
          <w:p w:rsidR="00127604" w:rsidRPr="00265AD5" w:rsidRDefault="00127604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COINVOLGIMENTO DELL’INTERA COMUNITÀ EDUCANTE</w:t>
            </w:r>
          </w:p>
          <w:p w:rsidR="00127604" w:rsidRDefault="00127604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COLLEGAMENTI CON IL TERRITORIO</w:t>
            </w:r>
          </w:p>
          <w:p w:rsidR="00127604" w:rsidRPr="0063777E" w:rsidRDefault="00745F86" w:rsidP="0063777E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5</w:t>
            </w:r>
            <w:r w:rsidR="00127604"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42114C" w:rsidRDefault="0042114C" w:rsidP="0042114C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45FED">
              <w:rPr>
                <w:rFonts w:ascii="Verdana" w:hAnsi="Verdana" w:cs="Verdana"/>
                <w:b/>
                <w:color w:val="FF0000"/>
              </w:rPr>
              <w:t xml:space="preserve">Attenzione : DA COMPILARE SOLO SE </w:t>
            </w:r>
            <w:r>
              <w:rPr>
                <w:rFonts w:ascii="Verdana" w:hAnsi="Verdana" w:cs="Verdana"/>
                <w:b/>
                <w:color w:val="FF0000"/>
              </w:rPr>
              <w:t>IL PROGETTO PREVEDE IL COINVOLGIMENTO DI ALTRI SOGGETTI</w:t>
            </w:r>
          </w:p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27604" w:rsidRPr="00A7223A" w:rsidRDefault="00127604" w:rsidP="0042114C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Progetto in condivisione con altri soggetti</w:t>
            </w:r>
          </w:p>
          <w:p w:rsidR="00127604" w:rsidRDefault="00127604" w:rsidP="0042114C">
            <w:pPr>
              <w:spacing w:line="254" w:lineRule="auto"/>
              <w:jc w:val="center"/>
              <w:rPr>
                <w:rFonts w:ascii="Verdana" w:hAnsi="Verdana" w:cs="Verdana"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del territorio</w:t>
            </w:r>
          </w:p>
        </w:tc>
        <w:tc>
          <w:tcPr>
            <w:tcW w:w="23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604" w:rsidRDefault="00127604" w:rsidP="00127604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SE SI, Soggetti coinvolti</w:t>
            </w:r>
          </w:p>
          <w:p w:rsidR="00127604" w:rsidRPr="001900BA" w:rsidRDefault="00127604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765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 xml:space="preserve">Altri Enti </w:t>
            </w:r>
          </w:p>
          <w:p w:rsidR="001900BA" w:rsidRPr="00A7223A" w:rsidRDefault="001900BA" w:rsidP="001900BA">
            <w:pPr>
              <w:widowControl/>
              <w:overflowPunct/>
              <w:autoSpaceDE/>
              <w:autoSpaceDN/>
              <w:adjustRightInd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( pubblici/privati)</w:t>
            </w:r>
          </w:p>
          <w:p w:rsidR="001900BA" w:rsidRPr="00A7223A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745F86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510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Associazioni (volontariato)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745F86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280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63777E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Genitori degli studenti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745F86" w:rsidP="0063777E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63777E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</w:tbl>
    <w:p w:rsidR="0063777E" w:rsidRDefault="0063777E"/>
    <w:p w:rsidR="0063777E" w:rsidRDefault="0063777E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7"/>
        <w:gridCol w:w="3041"/>
        <w:gridCol w:w="3729"/>
        <w:gridCol w:w="565"/>
        <w:gridCol w:w="563"/>
      </w:tblGrid>
      <w:tr w:rsidR="00127604" w:rsidTr="00127604">
        <w:trPr>
          <w:trHeight w:val="1327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604" w:rsidRDefault="00127604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lastRenderedPageBreak/>
              <w:br w:type="page"/>
            </w:r>
            <w:r w:rsidRPr="00166F15">
              <w:rPr>
                <w:rFonts w:ascii="Verdana" w:hAnsi="Verdana" w:cs="Verdana"/>
                <w:b/>
                <w:color w:val="000000"/>
              </w:rPr>
              <w:t xml:space="preserve">PREDISPOSIZIONE SISTEMI DI RILEVAZIONE DEI RISULTATI RISPETTO AGLI OBIETTIVI </w:t>
            </w:r>
            <w:r w:rsidRPr="00265AD5">
              <w:rPr>
                <w:rFonts w:ascii="Verdana" w:hAnsi="Verdana" w:cs="Verdana"/>
                <w:b/>
                <w:color w:val="000000"/>
              </w:rPr>
              <w:t>PRESENZA DI STRUMENTI DI MONITORAGGIO E DI VERIFICA</w:t>
            </w:r>
          </w:p>
          <w:p w:rsidR="00127604" w:rsidRDefault="00127604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color w:val="000000"/>
              </w:rPr>
            </w:pPr>
          </w:p>
          <w:p w:rsidR="00127604" w:rsidRPr="0063777E" w:rsidRDefault="00127604" w:rsidP="00127604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="00745F86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20</w:t>
            </w:r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14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 w:rsidRPr="00166F15">
              <w:rPr>
                <w:rFonts w:ascii="Verdana" w:hAnsi="Verdana" w:cs="Verdana"/>
                <w:b/>
                <w:color w:val="000000"/>
              </w:rPr>
              <w:t>Tipologia di strumenti e procedure</w:t>
            </w:r>
            <w:r>
              <w:rPr>
                <w:rFonts w:ascii="Verdana" w:hAnsi="Verdana" w:cs="Verdana"/>
                <w:color w:val="000000"/>
              </w:rPr>
              <w:t xml:space="preserve"> 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27604" w:rsidRPr="00047A82" w:rsidRDefault="00127604" w:rsidP="00127604">
            <w:p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</w:p>
          <w:p w:rsidR="00127604" w:rsidRDefault="00127604" w:rsidP="00127604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Questionari di aspettativa</w:t>
            </w:r>
            <w:r>
              <w:rPr>
                <w:rFonts w:ascii="Verdana" w:hAnsi="Verdana" w:cs="Verdana"/>
                <w:b/>
                <w:color w:val="000000"/>
              </w:rPr>
              <w:t xml:space="preserve">/di </w:t>
            </w:r>
            <w:r w:rsidRPr="00047A82">
              <w:rPr>
                <w:rFonts w:ascii="Verdana" w:hAnsi="Verdana" w:cs="Verdana"/>
                <w:b/>
                <w:color w:val="000000"/>
              </w:rPr>
              <w:t xml:space="preserve">gradimento </w:t>
            </w:r>
            <w:r>
              <w:rPr>
                <w:rFonts w:ascii="Verdana" w:hAnsi="Verdana" w:cs="Verdana"/>
                <w:b/>
                <w:color w:val="000000"/>
              </w:rPr>
              <w:t xml:space="preserve">  </w:t>
            </w:r>
          </w:p>
          <w:p w:rsidR="00127604" w:rsidRDefault="00127604" w:rsidP="00127604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127604" w:rsidRPr="00127604" w:rsidRDefault="00127604" w:rsidP="00127604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27604" w:rsidRPr="001900BA" w:rsidRDefault="00127604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27604" w:rsidRPr="001900BA" w:rsidRDefault="00127604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1026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49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after="42"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27604" w:rsidRPr="00127604" w:rsidRDefault="001900BA" w:rsidP="00127604">
            <w:p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 xml:space="preserve">Valutazione degli esiti attesi </w:t>
            </w:r>
          </w:p>
          <w:p w:rsidR="00127604" w:rsidRDefault="00127604" w:rsidP="00127604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1900BA" w:rsidRPr="00127604" w:rsidRDefault="001900BA" w:rsidP="00127604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  <w:p w:rsidR="00127604" w:rsidRPr="00047A82" w:rsidRDefault="00127604" w:rsidP="00127604">
            <w:p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745F86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8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838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4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90" w:lineRule="auto"/>
              <w:ind w:left="360" w:right="287" w:hanging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604" w:rsidRDefault="001900BA" w:rsidP="00374621">
            <w:pPr>
              <w:spacing w:line="254" w:lineRule="auto"/>
              <w:ind w:left="2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 xml:space="preserve">Monitoraggio del processo </w:t>
            </w:r>
          </w:p>
          <w:p w:rsidR="00127604" w:rsidRDefault="00127604" w:rsidP="00374621">
            <w:pPr>
              <w:spacing w:line="254" w:lineRule="auto"/>
              <w:ind w:left="2"/>
              <w:rPr>
                <w:rFonts w:ascii="Verdana" w:hAnsi="Verdana" w:cs="Verdana"/>
                <w:b/>
                <w:color w:val="000000"/>
              </w:rPr>
            </w:pPr>
          </w:p>
          <w:p w:rsidR="00127604" w:rsidRDefault="00127604" w:rsidP="00127604">
            <w:pPr>
              <w:pStyle w:val="Paragrafoelenco"/>
              <w:numPr>
                <w:ilvl w:val="0"/>
                <w:numId w:val="32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1900BA" w:rsidRPr="00127604" w:rsidRDefault="001900BA" w:rsidP="00127604">
            <w:pPr>
              <w:pStyle w:val="Paragrafoelenco"/>
              <w:numPr>
                <w:ilvl w:val="0"/>
                <w:numId w:val="32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745F86" w:rsidP="001900BA">
            <w:pPr>
              <w:spacing w:line="254" w:lineRule="auto"/>
              <w:ind w:left="2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7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left="2"/>
              <w:rPr>
                <w:rFonts w:ascii="Verdana" w:hAnsi="Verdana" w:cs="Verdana"/>
                <w:color w:val="000000"/>
              </w:rPr>
            </w:pPr>
          </w:p>
        </w:tc>
      </w:tr>
      <w:tr w:rsidR="001900BA" w:rsidTr="0063777E">
        <w:trPr>
          <w:trHeight w:val="83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                                                                                              </w:t>
            </w:r>
          </w:p>
          <w:p w:rsidR="001900BA" w:rsidRP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</w:t>
            </w:r>
            <w:r w:rsidRPr="001D462E">
              <w:rPr>
                <w:rFonts w:ascii="Verdana" w:hAnsi="Verdana" w:cs="Verdana"/>
                <w:b/>
                <w:color w:val="FF0000"/>
              </w:rPr>
              <w:t>PUNTEGGIO TOTALE                                                                                         /100</w:t>
            </w:r>
          </w:p>
        </w:tc>
      </w:tr>
    </w:tbl>
    <w:p w:rsidR="001900BA" w:rsidRDefault="001900BA" w:rsidP="001900BA">
      <w:pPr>
        <w:spacing w:line="254" w:lineRule="auto"/>
        <w:rPr>
          <w:rFonts w:ascii="Verdana" w:hAnsi="Verdana" w:cs="Verdana"/>
          <w:color w:val="000000"/>
        </w:rPr>
      </w:pPr>
    </w:p>
    <w:p w:rsidR="001900BA" w:rsidRPr="00B77CBF" w:rsidRDefault="001900BA" w:rsidP="00B77CBF">
      <w:pPr>
        <w:spacing w:line="254" w:lineRule="auto"/>
        <w:rPr>
          <w:rFonts w:ascii="Verdana" w:hAnsi="Verdana" w:cs="Verdana"/>
          <w:color w:val="000000"/>
        </w:rPr>
      </w:pPr>
    </w:p>
    <w:p w:rsidR="00B77CBF" w:rsidRPr="00B77CBF" w:rsidRDefault="00B77CBF" w:rsidP="00B77CBF">
      <w:pPr>
        <w:jc w:val="center"/>
        <w:rPr>
          <w:rFonts w:ascii="Verdana" w:hAnsi="Verdana" w:cs="Verdana"/>
          <w:b/>
          <w:color w:val="000000"/>
        </w:rPr>
      </w:pPr>
      <w:r w:rsidRPr="00B77CBF">
        <w:rPr>
          <w:rFonts w:ascii="Verdana" w:hAnsi="Verdana" w:cs="Verdana"/>
          <w:b/>
          <w:color w:val="000000"/>
        </w:rPr>
        <w:t xml:space="preserve">                                                            </w:t>
      </w:r>
      <w:r>
        <w:rPr>
          <w:rFonts w:ascii="Verdana" w:hAnsi="Verdana" w:cs="Verdana"/>
          <w:b/>
          <w:color w:val="000000"/>
        </w:rPr>
        <w:t xml:space="preserve">     </w:t>
      </w:r>
      <w:r w:rsidRPr="00B77CBF">
        <w:rPr>
          <w:rFonts w:ascii="Verdana" w:hAnsi="Verdana" w:cs="Verdana"/>
          <w:b/>
          <w:color w:val="000000"/>
        </w:rPr>
        <w:t xml:space="preserve">      Il Dirigente Scolastico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B77CBF">
        <w:rPr>
          <w:b/>
          <w:sz w:val="28"/>
          <w:szCs w:val="28"/>
        </w:rPr>
        <w:t>________________</w:t>
      </w:r>
    </w:p>
    <w:sectPr w:rsidR="00B77CBF" w:rsidRPr="00B77CBF" w:rsidSect="003658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134" w:bottom="851" w:left="1134" w:header="709" w:footer="454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D15" w:rsidRDefault="00520D15">
      <w:r>
        <w:separator/>
      </w:r>
    </w:p>
  </w:endnote>
  <w:endnote w:type="continuationSeparator" w:id="0">
    <w:p w:rsidR="00520D15" w:rsidRDefault="0052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3B6" w:rsidRPr="007D12B0" w:rsidRDefault="007D12B0">
    <w:pPr>
      <w:pStyle w:val="Pidipagina"/>
      <w:rPr>
        <w:b/>
      </w:rPr>
    </w:pPr>
    <w:r w:rsidRPr="007D12B0">
      <w:rPr>
        <w:rFonts w:ascii="Garamond" w:hAnsi="Garamond" w:cs="Arial"/>
        <w:b/>
        <w:sz w:val="18"/>
        <w:szCs w:val="18"/>
      </w:rPr>
      <w:t>201711221301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D15" w:rsidRDefault="00520D15">
      <w:r>
        <w:separator/>
      </w:r>
    </w:p>
  </w:footnote>
  <w:footnote w:type="continuationSeparator" w:id="0">
    <w:p w:rsidR="00520D15" w:rsidRDefault="00520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AB3" w:rsidRDefault="002B0AB3">
    <w:pPr>
      <w:pStyle w:val="Intestazione"/>
    </w:pPr>
  </w:p>
  <w:p w:rsidR="002B0AB3" w:rsidRDefault="002B0AB3">
    <w:pPr>
      <w:pStyle w:val="Intestazione"/>
    </w:pPr>
  </w:p>
  <w:p w:rsidR="003E43B6" w:rsidRDefault="003E43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C"/>
    <w:multiLevelType w:val="singleLevel"/>
    <w:tmpl w:val="0000000C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732" w:hanging="36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>
    <w:nsid w:val="0A087FB1"/>
    <w:multiLevelType w:val="hybridMultilevel"/>
    <w:tmpl w:val="3412F37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31B8B"/>
    <w:multiLevelType w:val="hybridMultilevel"/>
    <w:tmpl w:val="BD700198"/>
    <w:lvl w:ilvl="0" w:tplc="67128864">
      <w:start w:val="1"/>
      <w:numFmt w:val="bullet"/>
      <w:lvlText w:val=""/>
      <w:lvlJc w:val="left"/>
      <w:pPr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>
    <w:nsid w:val="193F2D7E"/>
    <w:multiLevelType w:val="hybridMultilevel"/>
    <w:tmpl w:val="D082AA24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4D133D"/>
    <w:multiLevelType w:val="hybridMultilevel"/>
    <w:tmpl w:val="840C4896"/>
    <w:lvl w:ilvl="0" w:tplc="04100001">
      <w:start w:val="1"/>
      <w:numFmt w:val="bullet"/>
      <w:lvlText w:val=""/>
      <w:lvlJc w:val="left"/>
      <w:pPr>
        <w:tabs>
          <w:tab w:val="num" w:pos="7425"/>
        </w:tabs>
        <w:ind w:left="7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145"/>
        </w:tabs>
        <w:ind w:left="8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865"/>
        </w:tabs>
        <w:ind w:left="8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585"/>
        </w:tabs>
        <w:ind w:left="9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305"/>
        </w:tabs>
        <w:ind w:left="10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025"/>
        </w:tabs>
        <w:ind w:left="11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745"/>
        </w:tabs>
        <w:ind w:left="11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465"/>
        </w:tabs>
        <w:ind w:left="12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185"/>
        </w:tabs>
        <w:ind w:left="13185" w:hanging="360"/>
      </w:pPr>
      <w:rPr>
        <w:rFonts w:ascii="Wingdings" w:hAnsi="Wingdings" w:hint="default"/>
      </w:rPr>
    </w:lvl>
  </w:abstractNum>
  <w:abstractNum w:abstractNumId="6">
    <w:nsid w:val="2AB63BC6"/>
    <w:multiLevelType w:val="hybridMultilevel"/>
    <w:tmpl w:val="2270A1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E41C8A"/>
    <w:multiLevelType w:val="hybridMultilevel"/>
    <w:tmpl w:val="FF3428B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B5B6F90"/>
    <w:multiLevelType w:val="hybridMultilevel"/>
    <w:tmpl w:val="5784E11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D670074"/>
    <w:multiLevelType w:val="hybridMultilevel"/>
    <w:tmpl w:val="A76423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733CCE"/>
    <w:multiLevelType w:val="hybridMultilevel"/>
    <w:tmpl w:val="DE6697F8"/>
    <w:lvl w:ilvl="0" w:tplc="36EA2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FC03C8"/>
    <w:multiLevelType w:val="hybridMultilevel"/>
    <w:tmpl w:val="630417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5D2CE5"/>
    <w:multiLevelType w:val="hybridMultilevel"/>
    <w:tmpl w:val="C764BD58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F0861"/>
    <w:multiLevelType w:val="hybridMultilevel"/>
    <w:tmpl w:val="511041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33B73D9F"/>
    <w:multiLevelType w:val="hybridMultilevel"/>
    <w:tmpl w:val="11AC5672"/>
    <w:lvl w:ilvl="0" w:tplc="6712886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3E3384D"/>
    <w:multiLevelType w:val="hybridMultilevel"/>
    <w:tmpl w:val="35289844"/>
    <w:lvl w:ilvl="0" w:tplc="E87C6B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EE58F6"/>
    <w:multiLevelType w:val="hybridMultilevel"/>
    <w:tmpl w:val="4EBE2F9A"/>
    <w:lvl w:ilvl="0" w:tplc="0410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6202463"/>
    <w:multiLevelType w:val="hybridMultilevel"/>
    <w:tmpl w:val="A7642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284DCD"/>
    <w:multiLevelType w:val="hybridMultilevel"/>
    <w:tmpl w:val="E1C6F68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A3BFF"/>
    <w:multiLevelType w:val="hybridMultilevel"/>
    <w:tmpl w:val="C5A25C6C"/>
    <w:lvl w:ilvl="0" w:tplc="31AE43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E24405"/>
    <w:multiLevelType w:val="hybridMultilevel"/>
    <w:tmpl w:val="D2AA84B4"/>
    <w:lvl w:ilvl="0" w:tplc="C86EBD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4E31ED"/>
    <w:multiLevelType w:val="hybridMultilevel"/>
    <w:tmpl w:val="A418A292"/>
    <w:lvl w:ilvl="0" w:tplc="67128864">
      <w:start w:val="1"/>
      <w:numFmt w:val="bullet"/>
      <w:lvlText w:val="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34C5E"/>
    <w:multiLevelType w:val="hybridMultilevel"/>
    <w:tmpl w:val="F8102EAA"/>
    <w:lvl w:ilvl="0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A026B33"/>
    <w:multiLevelType w:val="hybridMultilevel"/>
    <w:tmpl w:val="A4304B3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DD41683"/>
    <w:multiLevelType w:val="hybridMultilevel"/>
    <w:tmpl w:val="19620C4A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115C9"/>
    <w:multiLevelType w:val="hybridMultilevel"/>
    <w:tmpl w:val="C19E5E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A65848"/>
    <w:multiLevelType w:val="hybridMultilevel"/>
    <w:tmpl w:val="1D3041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1D07F4"/>
    <w:multiLevelType w:val="hybridMultilevel"/>
    <w:tmpl w:val="4B9E47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EA019B"/>
    <w:multiLevelType w:val="hybridMultilevel"/>
    <w:tmpl w:val="8DAA19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1A30C5"/>
    <w:multiLevelType w:val="hybridMultilevel"/>
    <w:tmpl w:val="875EBFF2"/>
    <w:lvl w:ilvl="0" w:tplc="E9DADA4E">
      <w:start w:val="1"/>
      <w:numFmt w:val="bullet"/>
      <w:lvlText w:val="-"/>
      <w:lvlJc w:val="left"/>
      <w:pPr>
        <w:ind w:left="435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0">
    <w:nsid w:val="78C209AD"/>
    <w:multiLevelType w:val="hybridMultilevel"/>
    <w:tmpl w:val="45428A8C"/>
    <w:lvl w:ilvl="0" w:tplc="FC505316">
      <w:start w:val="12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8E54778"/>
    <w:multiLevelType w:val="hybridMultilevel"/>
    <w:tmpl w:val="FF26168C"/>
    <w:lvl w:ilvl="0" w:tplc="5DE6A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9"/>
  </w:num>
  <w:num w:numId="3">
    <w:abstractNumId w:val="23"/>
  </w:num>
  <w:num w:numId="4">
    <w:abstractNumId w:val="5"/>
  </w:num>
  <w:num w:numId="5">
    <w:abstractNumId w:val="10"/>
  </w:num>
  <w:num w:numId="6">
    <w:abstractNumId w:val="19"/>
  </w:num>
  <w:num w:numId="7">
    <w:abstractNumId w:val="15"/>
  </w:num>
  <w:num w:numId="8">
    <w:abstractNumId w:val="0"/>
  </w:num>
  <w:num w:numId="9">
    <w:abstractNumId w:val="24"/>
  </w:num>
  <w:num w:numId="10">
    <w:abstractNumId w:val="20"/>
  </w:num>
  <w:num w:numId="11">
    <w:abstractNumId w:val="26"/>
  </w:num>
  <w:num w:numId="12">
    <w:abstractNumId w:val="11"/>
  </w:num>
  <w:num w:numId="13">
    <w:abstractNumId w:val="28"/>
  </w:num>
  <w:num w:numId="14">
    <w:abstractNumId w:val="16"/>
  </w:num>
  <w:num w:numId="15">
    <w:abstractNumId w:val="7"/>
  </w:num>
  <w:num w:numId="16">
    <w:abstractNumId w:val="6"/>
  </w:num>
  <w:num w:numId="17">
    <w:abstractNumId w:val="31"/>
  </w:num>
  <w:num w:numId="18">
    <w:abstractNumId w:val="30"/>
  </w:num>
  <w:num w:numId="19">
    <w:abstractNumId w:val="8"/>
  </w:num>
  <w:num w:numId="20">
    <w:abstractNumId w:val="22"/>
  </w:num>
  <w:num w:numId="21">
    <w:abstractNumId w:val="13"/>
  </w:num>
  <w:num w:numId="22">
    <w:abstractNumId w:val="25"/>
  </w:num>
  <w:num w:numId="23">
    <w:abstractNumId w:val="4"/>
  </w:num>
  <w:num w:numId="24">
    <w:abstractNumId w:val="12"/>
  </w:num>
  <w:num w:numId="25">
    <w:abstractNumId w:val="18"/>
  </w:num>
  <w:num w:numId="26">
    <w:abstractNumId w:val="1"/>
  </w:num>
  <w:num w:numId="27">
    <w:abstractNumId w:val="27"/>
  </w:num>
  <w:num w:numId="28">
    <w:abstractNumId w:val="29"/>
  </w:num>
  <w:num w:numId="29">
    <w:abstractNumId w:val="2"/>
  </w:num>
  <w:num w:numId="30">
    <w:abstractNumId w:val="21"/>
  </w:num>
  <w:num w:numId="31">
    <w:abstractNumId w:val="14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BB"/>
    <w:rsid w:val="00003DF5"/>
    <w:rsid w:val="00004500"/>
    <w:rsid w:val="00020D39"/>
    <w:rsid w:val="00025D10"/>
    <w:rsid w:val="00045BDC"/>
    <w:rsid w:val="000466A0"/>
    <w:rsid w:val="00046DB6"/>
    <w:rsid w:val="00047346"/>
    <w:rsid w:val="00051F4E"/>
    <w:rsid w:val="00052E77"/>
    <w:rsid w:val="000572C8"/>
    <w:rsid w:val="0006022E"/>
    <w:rsid w:val="0006392E"/>
    <w:rsid w:val="000675EE"/>
    <w:rsid w:val="000739E7"/>
    <w:rsid w:val="00073AB1"/>
    <w:rsid w:val="000763B5"/>
    <w:rsid w:val="000763DF"/>
    <w:rsid w:val="000806E8"/>
    <w:rsid w:val="00080B7E"/>
    <w:rsid w:val="00081FEC"/>
    <w:rsid w:val="000838A4"/>
    <w:rsid w:val="00085748"/>
    <w:rsid w:val="00085805"/>
    <w:rsid w:val="0008710D"/>
    <w:rsid w:val="000875EE"/>
    <w:rsid w:val="00092286"/>
    <w:rsid w:val="00093143"/>
    <w:rsid w:val="000965A4"/>
    <w:rsid w:val="000B1494"/>
    <w:rsid w:val="000B23EA"/>
    <w:rsid w:val="000B75C1"/>
    <w:rsid w:val="000C06CC"/>
    <w:rsid w:val="000C0FBF"/>
    <w:rsid w:val="000C1559"/>
    <w:rsid w:val="000C3079"/>
    <w:rsid w:val="000C4A2B"/>
    <w:rsid w:val="000C7F79"/>
    <w:rsid w:val="000D0CEF"/>
    <w:rsid w:val="000D470A"/>
    <w:rsid w:val="000D5C02"/>
    <w:rsid w:val="000E08B0"/>
    <w:rsid w:val="000E5447"/>
    <w:rsid w:val="000E6A05"/>
    <w:rsid w:val="000F1D94"/>
    <w:rsid w:val="000F238F"/>
    <w:rsid w:val="000F68A7"/>
    <w:rsid w:val="0010448E"/>
    <w:rsid w:val="001076BD"/>
    <w:rsid w:val="001207B0"/>
    <w:rsid w:val="0012292E"/>
    <w:rsid w:val="00127604"/>
    <w:rsid w:val="00136116"/>
    <w:rsid w:val="0013732A"/>
    <w:rsid w:val="00140DFA"/>
    <w:rsid w:val="00141B8A"/>
    <w:rsid w:val="00147A79"/>
    <w:rsid w:val="001576AB"/>
    <w:rsid w:val="0016748A"/>
    <w:rsid w:val="00167921"/>
    <w:rsid w:val="00170D1C"/>
    <w:rsid w:val="00177D6B"/>
    <w:rsid w:val="00180823"/>
    <w:rsid w:val="001829EC"/>
    <w:rsid w:val="001900BA"/>
    <w:rsid w:val="00190B38"/>
    <w:rsid w:val="001937FE"/>
    <w:rsid w:val="00194DE3"/>
    <w:rsid w:val="001A24AD"/>
    <w:rsid w:val="001A3FB3"/>
    <w:rsid w:val="001A6EAA"/>
    <w:rsid w:val="001B0385"/>
    <w:rsid w:val="001B1E8D"/>
    <w:rsid w:val="001B5F07"/>
    <w:rsid w:val="001B6E70"/>
    <w:rsid w:val="001C0469"/>
    <w:rsid w:val="001C0B15"/>
    <w:rsid w:val="001C3497"/>
    <w:rsid w:val="001C5C1A"/>
    <w:rsid w:val="001C6C9A"/>
    <w:rsid w:val="001C7344"/>
    <w:rsid w:val="001D462E"/>
    <w:rsid w:val="001D6D5E"/>
    <w:rsid w:val="001D7275"/>
    <w:rsid w:val="001E1C2F"/>
    <w:rsid w:val="001F2C38"/>
    <w:rsid w:val="001F77EB"/>
    <w:rsid w:val="002040E7"/>
    <w:rsid w:val="0021205E"/>
    <w:rsid w:val="002129D7"/>
    <w:rsid w:val="002147AC"/>
    <w:rsid w:val="00214913"/>
    <w:rsid w:val="00215B61"/>
    <w:rsid w:val="00216C54"/>
    <w:rsid w:val="0022305B"/>
    <w:rsid w:val="0022329D"/>
    <w:rsid w:val="00223D46"/>
    <w:rsid w:val="0022761A"/>
    <w:rsid w:val="00230B5B"/>
    <w:rsid w:val="0023599D"/>
    <w:rsid w:val="00236C6B"/>
    <w:rsid w:val="00236CE8"/>
    <w:rsid w:val="00237446"/>
    <w:rsid w:val="0024025C"/>
    <w:rsid w:val="00240A75"/>
    <w:rsid w:val="0024101F"/>
    <w:rsid w:val="00243919"/>
    <w:rsid w:val="00244C55"/>
    <w:rsid w:val="002517E3"/>
    <w:rsid w:val="00260C84"/>
    <w:rsid w:val="00263B1A"/>
    <w:rsid w:val="002724F0"/>
    <w:rsid w:val="00272DE3"/>
    <w:rsid w:val="0027424A"/>
    <w:rsid w:val="0027462C"/>
    <w:rsid w:val="002774B2"/>
    <w:rsid w:val="00285130"/>
    <w:rsid w:val="00286318"/>
    <w:rsid w:val="00292F8E"/>
    <w:rsid w:val="002A02BF"/>
    <w:rsid w:val="002A30A0"/>
    <w:rsid w:val="002A4414"/>
    <w:rsid w:val="002A6CFD"/>
    <w:rsid w:val="002A7EDE"/>
    <w:rsid w:val="002B0AB3"/>
    <w:rsid w:val="002B2B55"/>
    <w:rsid w:val="002C0478"/>
    <w:rsid w:val="002C14F3"/>
    <w:rsid w:val="002D1792"/>
    <w:rsid w:val="002D382D"/>
    <w:rsid w:val="002D5200"/>
    <w:rsid w:val="002D7172"/>
    <w:rsid w:val="002E26FB"/>
    <w:rsid w:val="002E4D3E"/>
    <w:rsid w:val="002E566B"/>
    <w:rsid w:val="002E7973"/>
    <w:rsid w:val="002F4656"/>
    <w:rsid w:val="003020A1"/>
    <w:rsid w:val="0030356F"/>
    <w:rsid w:val="00310177"/>
    <w:rsid w:val="003106B0"/>
    <w:rsid w:val="00311976"/>
    <w:rsid w:val="003141B4"/>
    <w:rsid w:val="00315D48"/>
    <w:rsid w:val="003161F5"/>
    <w:rsid w:val="003165F6"/>
    <w:rsid w:val="00316D98"/>
    <w:rsid w:val="00322400"/>
    <w:rsid w:val="00323A2E"/>
    <w:rsid w:val="0033426F"/>
    <w:rsid w:val="003347CF"/>
    <w:rsid w:val="00334BAF"/>
    <w:rsid w:val="003378DB"/>
    <w:rsid w:val="003445FC"/>
    <w:rsid w:val="00344DE1"/>
    <w:rsid w:val="00344E69"/>
    <w:rsid w:val="00346727"/>
    <w:rsid w:val="0035011F"/>
    <w:rsid w:val="00350CBD"/>
    <w:rsid w:val="00351FD0"/>
    <w:rsid w:val="00352494"/>
    <w:rsid w:val="00352CE5"/>
    <w:rsid w:val="00353B89"/>
    <w:rsid w:val="00355389"/>
    <w:rsid w:val="003556BB"/>
    <w:rsid w:val="003658E3"/>
    <w:rsid w:val="00366445"/>
    <w:rsid w:val="00374125"/>
    <w:rsid w:val="003775E3"/>
    <w:rsid w:val="00382211"/>
    <w:rsid w:val="003A05BE"/>
    <w:rsid w:val="003A1BAB"/>
    <w:rsid w:val="003A213D"/>
    <w:rsid w:val="003A262B"/>
    <w:rsid w:val="003A75E3"/>
    <w:rsid w:val="003A7AE4"/>
    <w:rsid w:val="003B018C"/>
    <w:rsid w:val="003B5B2D"/>
    <w:rsid w:val="003C1CD7"/>
    <w:rsid w:val="003C372E"/>
    <w:rsid w:val="003C5E5D"/>
    <w:rsid w:val="003E057D"/>
    <w:rsid w:val="003E220B"/>
    <w:rsid w:val="003E43B6"/>
    <w:rsid w:val="003E71E5"/>
    <w:rsid w:val="003E7263"/>
    <w:rsid w:val="003E72DF"/>
    <w:rsid w:val="003F120E"/>
    <w:rsid w:val="0040388D"/>
    <w:rsid w:val="00411AFD"/>
    <w:rsid w:val="0041246C"/>
    <w:rsid w:val="004142DE"/>
    <w:rsid w:val="00417410"/>
    <w:rsid w:val="0042114C"/>
    <w:rsid w:val="00423AC1"/>
    <w:rsid w:val="004268F2"/>
    <w:rsid w:val="00426F33"/>
    <w:rsid w:val="00432232"/>
    <w:rsid w:val="0043244E"/>
    <w:rsid w:val="004328DF"/>
    <w:rsid w:val="00446E01"/>
    <w:rsid w:val="00451321"/>
    <w:rsid w:val="00451459"/>
    <w:rsid w:val="00457B1B"/>
    <w:rsid w:val="00461F4D"/>
    <w:rsid w:val="004637A6"/>
    <w:rsid w:val="00465789"/>
    <w:rsid w:val="00466BCF"/>
    <w:rsid w:val="00466C62"/>
    <w:rsid w:val="00467B55"/>
    <w:rsid w:val="00471E69"/>
    <w:rsid w:val="00482DE2"/>
    <w:rsid w:val="004906ED"/>
    <w:rsid w:val="00490C12"/>
    <w:rsid w:val="00492BE7"/>
    <w:rsid w:val="00492DF6"/>
    <w:rsid w:val="004966E3"/>
    <w:rsid w:val="004971E5"/>
    <w:rsid w:val="004A0550"/>
    <w:rsid w:val="004B37D3"/>
    <w:rsid w:val="004B4A61"/>
    <w:rsid w:val="004B6532"/>
    <w:rsid w:val="004C01BA"/>
    <w:rsid w:val="004C4768"/>
    <w:rsid w:val="004C4DC6"/>
    <w:rsid w:val="004C7527"/>
    <w:rsid w:val="004D03CF"/>
    <w:rsid w:val="004D14DC"/>
    <w:rsid w:val="004D366B"/>
    <w:rsid w:val="004D39CB"/>
    <w:rsid w:val="004D3AB6"/>
    <w:rsid w:val="004D46E3"/>
    <w:rsid w:val="004D58F4"/>
    <w:rsid w:val="004D7EEE"/>
    <w:rsid w:val="004E040F"/>
    <w:rsid w:val="004F65B4"/>
    <w:rsid w:val="004F6DCE"/>
    <w:rsid w:val="005013D4"/>
    <w:rsid w:val="00501EB7"/>
    <w:rsid w:val="00503F48"/>
    <w:rsid w:val="00510316"/>
    <w:rsid w:val="00512D70"/>
    <w:rsid w:val="00516765"/>
    <w:rsid w:val="00516861"/>
    <w:rsid w:val="00517925"/>
    <w:rsid w:val="00520D15"/>
    <w:rsid w:val="00521C37"/>
    <w:rsid w:val="00524C96"/>
    <w:rsid w:val="00524F66"/>
    <w:rsid w:val="005261C4"/>
    <w:rsid w:val="00531080"/>
    <w:rsid w:val="00533B7A"/>
    <w:rsid w:val="005348E7"/>
    <w:rsid w:val="0053570E"/>
    <w:rsid w:val="00544FBB"/>
    <w:rsid w:val="00555178"/>
    <w:rsid w:val="00556372"/>
    <w:rsid w:val="0055647C"/>
    <w:rsid w:val="00563C9D"/>
    <w:rsid w:val="0056421A"/>
    <w:rsid w:val="0057220D"/>
    <w:rsid w:val="00575791"/>
    <w:rsid w:val="00576F92"/>
    <w:rsid w:val="005866A0"/>
    <w:rsid w:val="005879EB"/>
    <w:rsid w:val="00590A78"/>
    <w:rsid w:val="00590B44"/>
    <w:rsid w:val="00591513"/>
    <w:rsid w:val="0059640E"/>
    <w:rsid w:val="005A15D0"/>
    <w:rsid w:val="005A2BDF"/>
    <w:rsid w:val="005B0670"/>
    <w:rsid w:val="005B08D1"/>
    <w:rsid w:val="005B3C8B"/>
    <w:rsid w:val="005B3F45"/>
    <w:rsid w:val="005B47FF"/>
    <w:rsid w:val="005B7351"/>
    <w:rsid w:val="005C5C5F"/>
    <w:rsid w:val="005C64B6"/>
    <w:rsid w:val="005D4E8C"/>
    <w:rsid w:val="005D648E"/>
    <w:rsid w:val="005E17A5"/>
    <w:rsid w:val="005E6AF6"/>
    <w:rsid w:val="005F06BE"/>
    <w:rsid w:val="005F3E99"/>
    <w:rsid w:val="00602C16"/>
    <w:rsid w:val="00603BC8"/>
    <w:rsid w:val="006107A1"/>
    <w:rsid w:val="006111F5"/>
    <w:rsid w:val="00623315"/>
    <w:rsid w:val="00624081"/>
    <w:rsid w:val="00624645"/>
    <w:rsid w:val="00627A72"/>
    <w:rsid w:val="00632B2D"/>
    <w:rsid w:val="00634443"/>
    <w:rsid w:val="006346BB"/>
    <w:rsid w:val="0063777E"/>
    <w:rsid w:val="00637DEB"/>
    <w:rsid w:val="0064111C"/>
    <w:rsid w:val="006432E8"/>
    <w:rsid w:val="00644A96"/>
    <w:rsid w:val="0065147A"/>
    <w:rsid w:val="00654BAC"/>
    <w:rsid w:val="00654F62"/>
    <w:rsid w:val="006602FC"/>
    <w:rsid w:val="0066185E"/>
    <w:rsid w:val="00664A0F"/>
    <w:rsid w:val="006661E3"/>
    <w:rsid w:val="006842A5"/>
    <w:rsid w:val="006845A4"/>
    <w:rsid w:val="00686BF3"/>
    <w:rsid w:val="00690832"/>
    <w:rsid w:val="00691766"/>
    <w:rsid w:val="00693639"/>
    <w:rsid w:val="0069510B"/>
    <w:rsid w:val="006A0C2F"/>
    <w:rsid w:val="006A32E2"/>
    <w:rsid w:val="006A3976"/>
    <w:rsid w:val="006B36EF"/>
    <w:rsid w:val="006B4C36"/>
    <w:rsid w:val="006B5393"/>
    <w:rsid w:val="006C2DDB"/>
    <w:rsid w:val="006C3A33"/>
    <w:rsid w:val="006C6C7B"/>
    <w:rsid w:val="006D0A70"/>
    <w:rsid w:val="006D14E2"/>
    <w:rsid w:val="006D3ADA"/>
    <w:rsid w:val="006D7199"/>
    <w:rsid w:val="006D7BC4"/>
    <w:rsid w:val="006D7DF6"/>
    <w:rsid w:val="006E1664"/>
    <w:rsid w:val="006E4427"/>
    <w:rsid w:val="006E61D7"/>
    <w:rsid w:val="006F208B"/>
    <w:rsid w:val="006F26C6"/>
    <w:rsid w:val="006F27EA"/>
    <w:rsid w:val="006F2E9B"/>
    <w:rsid w:val="00700BDB"/>
    <w:rsid w:val="00702138"/>
    <w:rsid w:val="0070317D"/>
    <w:rsid w:val="007046F1"/>
    <w:rsid w:val="00707AE5"/>
    <w:rsid w:val="0071058C"/>
    <w:rsid w:val="00711623"/>
    <w:rsid w:val="00711B21"/>
    <w:rsid w:val="007125C6"/>
    <w:rsid w:val="00717713"/>
    <w:rsid w:val="00717850"/>
    <w:rsid w:val="00717BC9"/>
    <w:rsid w:val="00717F74"/>
    <w:rsid w:val="00724128"/>
    <w:rsid w:val="007247EA"/>
    <w:rsid w:val="007260B1"/>
    <w:rsid w:val="00727EF6"/>
    <w:rsid w:val="007331E4"/>
    <w:rsid w:val="00736E1D"/>
    <w:rsid w:val="007379A5"/>
    <w:rsid w:val="00745F86"/>
    <w:rsid w:val="0076478C"/>
    <w:rsid w:val="00767D29"/>
    <w:rsid w:val="0077032C"/>
    <w:rsid w:val="00770775"/>
    <w:rsid w:val="007725EF"/>
    <w:rsid w:val="00776C05"/>
    <w:rsid w:val="00776FCF"/>
    <w:rsid w:val="00777213"/>
    <w:rsid w:val="00785F74"/>
    <w:rsid w:val="007862F0"/>
    <w:rsid w:val="00791C86"/>
    <w:rsid w:val="007921A9"/>
    <w:rsid w:val="007931FE"/>
    <w:rsid w:val="007948A8"/>
    <w:rsid w:val="00795703"/>
    <w:rsid w:val="00795A7C"/>
    <w:rsid w:val="007A03DD"/>
    <w:rsid w:val="007A50C3"/>
    <w:rsid w:val="007A7C30"/>
    <w:rsid w:val="007A7D87"/>
    <w:rsid w:val="007B3480"/>
    <w:rsid w:val="007B4916"/>
    <w:rsid w:val="007B6F5C"/>
    <w:rsid w:val="007C0CD1"/>
    <w:rsid w:val="007C3C20"/>
    <w:rsid w:val="007D0F95"/>
    <w:rsid w:val="007D12B0"/>
    <w:rsid w:val="007D44CE"/>
    <w:rsid w:val="007E3C60"/>
    <w:rsid w:val="007E3D72"/>
    <w:rsid w:val="007E4906"/>
    <w:rsid w:val="007F09A8"/>
    <w:rsid w:val="007F3B32"/>
    <w:rsid w:val="007F455F"/>
    <w:rsid w:val="007F724A"/>
    <w:rsid w:val="007F7402"/>
    <w:rsid w:val="008007CF"/>
    <w:rsid w:val="00802B10"/>
    <w:rsid w:val="00805663"/>
    <w:rsid w:val="008059C3"/>
    <w:rsid w:val="00815146"/>
    <w:rsid w:val="00816F0B"/>
    <w:rsid w:val="00820B07"/>
    <w:rsid w:val="00821205"/>
    <w:rsid w:val="0082358A"/>
    <w:rsid w:val="00825D89"/>
    <w:rsid w:val="00827254"/>
    <w:rsid w:val="008333CF"/>
    <w:rsid w:val="00834043"/>
    <w:rsid w:val="008419A4"/>
    <w:rsid w:val="00852981"/>
    <w:rsid w:val="00861BE7"/>
    <w:rsid w:val="00865057"/>
    <w:rsid w:val="00870237"/>
    <w:rsid w:val="00872A4D"/>
    <w:rsid w:val="0088061F"/>
    <w:rsid w:val="00880BE9"/>
    <w:rsid w:val="00883EA3"/>
    <w:rsid w:val="00886335"/>
    <w:rsid w:val="008A0A06"/>
    <w:rsid w:val="008A0C31"/>
    <w:rsid w:val="008B03D9"/>
    <w:rsid w:val="008B104B"/>
    <w:rsid w:val="008B3DFB"/>
    <w:rsid w:val="008B4539"/>
    <w:rsid w:val="008B56FA"/>
    <w:rsid w:val="008B7D90"/>
    <w:rsid w:val="008C0EED"/>
    <w:rsid w:val="008C27F0"/>
    <w:rsid w:val="008C590E"/>
    <w:rsid w:val="008C7320"/>
    <w:rsid w:val="008D53E3"/>
    <w:rsid w:val="008D5D71"/>
    <w:rsid w:val="008D647D"/>
    <w:rsid w:val="008D6982"/>
    <w:rsid w:val="008E27F2"/>
    <w:rsid w:val="008E71BB"/>
    <w:rsid w:val="008E7812"/>
    <w:rsid w:val="008F26A7"/>
    <w:rsid w:val="008F4BF6"/>
    <w:rsid w:val="009050DF"/>
    <w:rsid w:val="00907592"/>
    <w:rsid w:val="00913A75"/>
    <w:rsid w:val="00914854"/>
    <w:rsid w:val="0091497B"/>
    <w:rsid w:val="00917197"/>
    <w:rsid w:val="009213ED"/>
    <w:rsid w:val="00926FE1"/>
    <w:rsid w:val="00927FE9"/>
    <w:rsid w:val="0093147E"/>
    <w:rsid w:val="00932830"/>
    <w:rsid w:val="00941629"/>
    <w:rsid w:val="00943B9D"/>
    <w:rsid w:val="0095035A"/>
    <w:rsid w:val="00951E0E"/>
    <w:rsid w:val="00951F18"/>
    <w:rsid w:val="009534C8"/>
    <w:rsid w:val="00956C3D"/>
    <w:rsid w:val="009616EF"/>
    <w:rsid w:val="009746EA"/>
    <w:rsid w:val="00983A1D"/>
    <w:rsid w:val="00992823"/>
    <w:rsid w:val="00997ACB"/>
    <w:rsid w:val="00997FF9"/>
    <w:rsid w:val="009A15BE"/>
    <w:rsid w:val="009A5B92"/>
    <w:rsid w:val="009A7FAB"/>
    <w:rsid w:val="009B4466"/>
    <w:rsid w:val="009B5729"/>
    <w:rsid w:val="009C2147"/>
    <w:rsid w:val="009C64E8"/>
    <w:rsid w:val="009D16D9"/>
    <w:rsid w:val="009D1DEE"/>
    <w:rsid w:val="009E52F2"/>
    <w:rsid w:val="009F419F"/>
    <w:rsid w:val="009F45AA"/>
    <w:rsid w:val="009F7B06"/>
    <w:rsid w:val="00A01312"/>
    <w:rsid w:val="00A039BB"/>
    <w:rsid w:val="00A0455E"/>
    <w:rsid w:val="00A059FC"/>
    <w:rsid w:val="00A12166"/>
    <w:rsid w:val="00A127AA"/>
    <w:rsid w:val="00A12A0D"/>
    <w:rsid w:val="00A1373B"/>
    <w:rsid w:val="00A156A3"/>
    <w:rsid w:val="00A2196C"/>
    <w:rsid w:val="00A21FF7"/>
    <w:rsid w:val="00A22462"/>
    <w:rsid w:val="00A22533"/>
    <w:rsid w:val="00A26B51"/>
    <w:rsid w:val="00A3073E"/>
    <w:rsid w:val="00A30E58"/>
    <w:rsid w:val="00A339D7"/>
    <w:rsid w:val="00A36293"/>
    <w:rsid w:val="00A378EE"/>
    <w:rsid w:val="00A42E12"/>
    <w:rsid w:val="00A44464"/>
    <w:rsid w:val="00A459D6"/>
    <w:rsid w:val="00A5300D"/>
    <w:rsid w:val="00A57002"/>
    <w:rsid w:val="00A606E5"/>
    <w:rsid w:val="00A60722"/>
    <w:rsid w:val="00A61187"/>
    <w:rsid w:val="00A86DA9"/>
    <w:rsid w:val="00A87732"/>
    <w:rsid w:val="00A90C73"/>
    <w:rsid w:val="00A92BB6"/>
    <w:rsid w:val="00A94A52"/>
    <w:rsid w:val="00A9679D"/>
    <w:rsid w:val="00A97BEA"/>
    <w:rsid w:val="00AA2B7A"/>
    <w:rsid w:val="00AA390D"/>
    <w:rsid w:val="00AA7444"/>
    <w:rsid w:val="00AB0DDF"/>
    <w:rsid w:val="00AB221E"/>
    <w:rsid w:val="00AB3956"/>
    <w:rsid w:val="00AB56F9"/>
    <w:rsid w:val="00AC5A0D"/>
    <w:rsid w:val="00AD0E31"/>
    <w:rsid w:val="00AD10F1"/>
    <w:rsid w:val="00AD398E"/>
    <w:rsid w:val="00AF0CE1"/>
    <w:rsid w:val="00AF107E"/>
    <w:rsid w:val="00B01888"/>
    <w:rsid w:val="00B02158"/>
    <w:rsid w:val="00B04F3A"/>
    <w:rsid w:val="00B05A84"/>
    <w:rsid w:val="00B079F0"/>
    <w:rsid w:val="00B101B6"/>
    <w:rsid w:val="00B144D2"/>
    <w:rsid w:val="00B1787F"/>
    <w:rsid w:val="00B22912"/>
    <w:rsid w:val="00B3156B"/>
    <w:rsid w:val="00B3229C"/>
    <w:rsid w:val="00B33AAC"/>
    <w:rsid w:val="00B3527B"/>
    <w:rsid w:val="00B4032B"/>
    <w:rsid w:val="00B42E43"/>
    <w:rsid w:val="00B44A46"/>
    <w:rsid w:val="00B477A4"/>
    <w:rsid w:val="00B57D39"/>
    <w:rsid w:val="00B6280D"/>
    <w:rsid w:val="00B6605B"/>
    <w:rsid w:val="00B77CBF"/>
    <w:rsid w:val="00B80E96"/>
    <w:rsid w:val="00B82B39"/>
    <w:rsid w:val="00B83EB8"/>
    <w:rsid w:val="00B9240F"/>
    <w:rsid w:val="00B934B1"/>
    <w:rsid w:val="00B9543E"/>
    <w:rsid w:val="00BA007A"/>
    <w:rsid w:val="00BA10B2"/>
    <w:rsid w:val="00BA24A5"/>
    <w:rsid w:val="00BA2F75"/>
    <w:rsid w:val="00BB18CC"/>
    <w:rsid w:val="00BC18C1"/>
    <w:rsid w:val="00BC3FC5"/>
    <w:rsid w:val="00BC47B5"/>
    <w:rsid w:val="00BD29C5"/>
    <w:rsid w:val="00BD2ED9"/>
    <w:rsid w:val="00BD601C"/>
    <w:rsid w:val="00BD6C62"/>
    <w:rsid w:val="00BE04B4"/>
    <w:rsid w:val="00BE3630"/>
    <w:rsid w:val="00BE3DDB"/>
    <w:rsid w:val="00BE5EB2"/>
    <w:rsid w:val="00BE6058"/>
    <w:rsid w:val="00BE6C4B"/>
    <w:rsid w:val="00BE6EF4"/>
    <w:rsid w:val="00BE70FB"/>
    <w:rsid w:val="00BE73F7"/>
    <w:rsid w:val="00BE7D97"/>
    <w:rsid w:val="00BF124B"/>
    <w:rsid w:val="00BF4699"/>
    <w:rsid w:val="00C016F6"/>
    <w:rsid w:val="00C03286"/>
    <w:rsid w:val="00C111D8"/>
    <w:rsid w:val="00C121AB"/>
    <w:rsid w:val="00C129E9"/>
    <w:rsid w:val="00C132D0"/>
    <w:rsid w:val="00C1740A"/>
    <w:rsid w:val="00C22B44"/>
    <w:rsid w:val="00C246D7"/>
    <w:rsid w:val="00C262C9"/>
    <w:rsid w:val="00C35CA5"/>
    <w:rsid w:val="00C449AA"/>
    <w:rsid w:val="00C44F44"/>
    <w:rsid w:val="00C46557"/>
    <w:rsid w:val="00C541A9"/>
    <w:rsid w:val="00C54D6F"/>
    <w:rsid w:val="00C55976"/>
    <w:rsid w:val="00C613CC"/>
    <w:rsid w:val="00C6221B"/>
    <w:rsid w:val="00C63ECF"/>
    <w:rsid w:val="00C655A4"/>
    <w:rsid w:val="00C70894"/>
    <w:rsid w:val="00C70F46"/>
    <w:rsid w:val="00C71296"/>
    <w:rsid w:val="00C92B3E"/>
    <w:rsid w:val="00C94657"/>
    <w:rsid w:val="00C9719B"/>
    <w:rsid w:val="00CA1B1D"/>
    <w:rsid w:val="00CA5AF7"/>
    <w:rsid w:val="00CB26CC"/>
    <w:rsid w:val="00CB481A"/>
    <w:rsid w:val="00CB63F2"/>
    <w:rsid w:val="00CC5576"/>
    <w:rsid w:val="00CC633F"/>
    <w:rsid w:val="00CD12D2"/>
    <w:rsid w:val="00CD746C"/>
    <w:rsid w:val="00CE1648"/>
    <w:rsid w:val="00CE16E3"/>
    <w:rsid w:val="00CE257B"/>
    <w:rsid w:val="00CE538F"/>
    <w:rsid w:val="00CE7C30"/>
    <w:rsid w:val="00CF56CA"/>
    <w:rsid w:val="00D0096E"/>
    <w:rsid w:val="00D010E3"/>
    <w:rsid w:val="00D03ACC"/>
    <w:rsid w:val="00D03BE2"/>
    <w:rsid w:val="00D149D1"/>
    <w:rsid w:val="00D21209"/>
    <w:rsid w:val="00D21E6A"/>
    <w:rsid w:val="00D22EE3"/>
    <w:rsid w:val="00D31FD2"/>
    <w:rsid w:val="00D33CD9"/>
    <w:rsid w:val="00D35B9E"/>
    <w:rsid w:val="00D369FE"/>
    <w:rsid w:val="00D4145D"/>
    <w:rsid w:val="00D51B33"/>
    <w:rsid w:val="00D51D20"/>
    <w:rsid w:val="00D60F0C"/>
    <w:rsid w:val="00D6550D"/>
    <w:rsid w:val="00D7033F"/>
    <w:rsid w:val="00D708A9"/>
    <w:rsid w:val="00D73D41"/>
    <w:rsid w:val="00D74AED"/>
    <w:rsid w:val="00D82B9E"/>
    <w:rsid w:val="00D85A84"/>
    <w:rsid w:val="00D91793"/>
    <w:rsid w:val="00D974C8"/>
    <w:rsid w:val="00DA2FC2"/>
    <w:rsid w:val="00DA3EB0"/>
    <w:rsid w:val="00DA6B99"/>
    <w:rsid w:val="00DB1E51"/>
    <w:rsid w:val="00DC1F71"/>
    <w:rsid w:val="00DC294E"/>
    <w:rsid w:val="00DC4E7E"/>
    <w:rsid w:val="00DC68B2"/>
    <w:rsid w:val="00DC708E"/>
    <w:rsid w:val="00DC7F7F"/>
    <w:rsid w:val="00DD4313"/>
    <w:rsid w:val="00DF0B2A"/>
    <w:rsid w:val="00DF2ACD"/>
    <w:rsid w:val="00E006DB"/>
    <w:rsid w:val="00E03C23"/>
    <w:rsid w:val="00E113CD"/>
    <w:rsid w:val="00E15FEB"/>
    <w:rsid w:val="00E17249"/>
    <w:rsid w:val="00E2391F"/>
    <w:rsid w:val="00E249B2"/>
    <w:rsid w:val="00E25FA6"/>
    <w:rsid w:val="00E26467"/>
    <w:rsid w:val="00E27A37"/>
    <w:rsid w:val="00E30CAF"/>
    <w:rsid w:val="00E3156D"/>
    <w:rsid w:val="00E423CC"/>
    <w:rsid w:val="00E47037"/>
    <w:rsid w:val="00E51074"/>
    <w:rsid w:val="00E61E64"/>
    <w:rsid w:val="00E67AF5"/>
    <w:rsid w:val="00E7115F"/>
    <w:rsid w:val="00E7265D"/>
    <w:rsid w:val="00E80AE0"/>
    <w:rsid w:val="00E811FC"/>
    <w:rsid w:val="00E81BF2"/>
    <w:rsid w:val="00E86A2A"/>
    <w:rsid w:val="00E92175"/>
    <w:rsid w:val="00E928D6"/>
    <w:rsid w:val="00E93652"/>
    <w:rsid w:val="00E94AB0"/>
    <w:rsid w:val="00E977B1"/>
    <w:rsid w:val="00E97E72"/>
    <w:rsid w:val="00EA27DD"/>
    <w:rsid w:val="00EA3514"/>
    <w:rsid w:val="00EA3F96"/>
    <w:rsid w:val="00EA5CAC"/>
    <w:rsid w:val="00EB1DB3"/>
    <w:rsid w:val="00EB3EC8"/>
    <w:rsid w:val="00EB47C0"/>
    <w:rsid w:val="00EB4B44"/>
    <w:rsid w:val="00EB6347"/>
    <w:rsid w:val="00EB72D3"/>
    <w:rsid w:val="00ED351D"/>
    <w:rsid w:val="00ED7D85"/>
    <w:rsid w:val="00ED7F5C"/>
    <w:rsid w:val="00EE16B6"/>
    <w:rsid w:val="00EE1796"/>
    <w:rsid w:val="00EE2592"/>
    <w:rsid w:val="00EE4227"/>
    <w:rsid w:val="00EE596C"/>
    <w:rsid w:val="00EF75B4"/>
    <w:rsid w:val="00F0014B"/>
    <w:rsid w:val="00F01616"/>
    <w:rsid w:val="00F035D0"/>
    <w:rsid w:val="00F07782"/>
    <w:rsid w:val="00F07A9F"/>
    <w:rsid w:val="00F12A05"/>
    <w:rsid w:val="00F175D9"/>
    <w:rsid w:val="00F2307E"/>
    <w:rsid w:val="00F25041"/>
    <w:rsid w:val="00F263E1"/>
    <w:rsid w:val="00F30358"/>
    <w:rsid w:val="00F33824"/>
    <w:rsid w:val="00F33B2D"/>
    <w:rsid w:val="00F37488"/>
    <w:rsid w:val="00F4599B"/>
    <w:rsid w:val="00F47B17"/>
    <w:rsid w:val="00F54DDB"/>
    <w:rsid w:val="00F6180F"/>
    <w:rsid w:val="00F62163"/>
    <w:rsid w:val="00F6723C"/>
    <w:rsid w:val="00F709C1"/>
    <w:rsid w:val="00F709EF"/>
    <w:rsid w:val="00F71A6D"/>
    <w:rsid w:val="00F727D7"/>
    <w:rsid w:val="00F7479C"/>
    <w:rsid w:val="00F76176"/>
    <w:rsid w:val="00F82305"/>
    <w:rsid w:val="00F848F7"/>
    <w:rsid w:val="00F85EC6"/>
    <w:rsid w:val="00F9679F"/>
    <w:rsid w:val="00FA101C"/>
    <w:rsid w:val="00FA2CA0"/>
    <w:rsid w:val="00FA3291"/>
    <w:rsid w:val="00FA5655"/>
    <w:rsid w:val="00FB176C"/>
    <w:rsid w:val="00FC2AAE"/>
    <w:rsid w:val="00FC3D5A"/>
    <w:rsid w:val="00FC50FB"/>
    <w:rsid w:val="00FC5509"/>
    <w:rsid w:val="00FD3AC1"/>
    <w:rsid w:val="00FD4F35"/>
    <w:rsid w:val="00FD4F3B"/>
    <w:rsid w:val="00FE06CC"/>
    <w:rsid w:val="00FE2CAE"/>
    <w:rsid w:val="00FF24F5"/>
    <w:rsid w:val="00FF3C26"/>
    <w:rsid w:val="00FF3FF9"/>
    <w:rsid w:val="00FF4144"/>
    <w:rsid w:val="00FF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m1149\Desktop\CartaIntest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C9951-EE8B-4820-9CDC-07F09BDB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0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Administrator</cp:lastModifiedBy>
  <cp:revision>2</cp:revision>
  <cp:lastPrinted>2016-04-19T08:37:00Z</cp:lastPrinted>
  <dcterms:created xsi:type="dcterms:W3CDTF">2017-11-27T12:01:00Z</dcterms:created>
  <dcterms:modified xsi:type="dcterms:W3CDTF">2017-11-27T12:01:00Z</dcterms:modified>
</cp:coreProperties>
</file>